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D6" w:rsidRPr="002321E0" w:rsidRDefault="00B65735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-228600</wp:posOffset>
                </wp:positionV>
                <wp:extent cx="4914900" cy="800100"/>
                <wp:effectExtent l="0" t="0" r="0" b="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Default="00F95C7C" w:rsidP="008458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 w:rsidR="002321E0">
                              <w:rPr>
                                <w:sz w:val="28"/>
                                <w:szCs w:val="28"/>
                              </w:rPr>
                              <w:t xml:space="preserve">Önkormányzatának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>
                              <w:t>Le</w:t>
                            </w:r>
                            <w:bookmarkStart w:id="0" w:name="_GoBack"/>
                            <w:bookmarkEnd w:id="0"/>
                            <w:r>
                              <w:t>vélcím: 2701 Cegléd, Pf.: 85.</w:t>
                            </w:r>
                          </w:p>
                          <w:p w:rsidR="00F95C7C" w:rsidRDefault="00F95C7C" w:rsidP="00FC1ED6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Pr="005B18C0" w:rsidRDefault="00F95C7C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3pt;margin-top:-18pt;width:387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iwutQIAALo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" filled="f" stroked="f">
                <v:textbox>
                  <w:txbxContent>
                    <w:p w:rsidR="00F95C7C" w:rsidRDefault="00F95C7C" w:rsidP="008458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 w:rsidR="002321E0">
                        <w:rPr>
                          <w:sz w:val="28"/>
                          <w:szCs w:val="28"/>
                        </w:rPr>
                        <w:t xml:space="preserve">Önkormányzatának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>
                        <w:t>Le</w:t>
                      </w:r>
                      <w:bookmarkStart w:id="1" w:name="_GoBack"/>
                      <w:bookmarkEnd w:id="1"/>
                      <w:r>
                        <w:t>vélcím: 2701 Cegléd, Pf.: 85.</w:t>
                      </w:r>
                    </w:p>
                    <w:p w:rsidR="00F95C7C" w:rsidRDefault="00F95C7C" w:rsidP="00FC1ED6">
                      <w:pPr>
                        <w:jc w:val="center"/>
                      </w:pPr>
                      <w:r>
                        <w:t>Tel.: 06/53-511-400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Pr="005B18C0" w:rsidRDefault="00F95C7C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86A5A" w:rsidRPr="002321E0" w:rsidRDefault="00B65735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0950" cy="928370"/>
                <wp:effectExtent l="0" t="0" r="0" b="444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Default="00B65735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4535" cy="836930"/>
                                  <wp:effectExtent l="0" t="0" r="0" b="1270"/>
                                  <wp:docPr id="1" name="Kép 1" descr="cegled_cimer_fejlecbe_150dp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led_cimer_fejlecbe_150dp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4535" cy="8369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36pt;margin-top:-45pt;width:98.5pt;height:73.1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" filled="f" stroked="f">
                <v:textbox style="mso-fit-shape-to-text:t">
                  <w:txbxContent>
                    <w:p w:rsidR="00F95C7C" w:rsidRDefault="00B65735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4535" cy="836930"/>
                            <wp:effectExtent l="0" t="0" r="0" b="1270"/>
                            <wp:docPr id="1" name="Kép 1" descr="cegled_cimer_fejlecbe_150dp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led_cimer_fejlecbe_150dp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4535" cy="8369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86A5A" w:rsidRPr="002321E0" w:rsidRDefault="00A86A5A" w:rsidP="00A86A5A"/>
    <w:p w:rsidR="00A86A5A" w:rsidRPr="002321E0" w:rsidRDefault="00B65735" w:rsidP="00A86A5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78105</wp:posOffset>
                </wp:positionV>
                <wp:extent cx="5600700" cy="0"/>
                <wp:effectExtent l="5715" t="11430" r="13335" b="762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7pt,6.15pt" to="452.7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"/>
            </w:pict>
          </mc:Fallback>
        </mc:AlternateContent>
      </w:r>
    </w:p>
    <w:p w:rsidR="00363D7C" w:rsidRPr="002321E0" w:rsidRDefault="006C5DDE" w:rsidP="000D18EB">
      <w:pPr>
        <w:tabs>
          <w:tab w:val="left" w:pos="5670"/>
        </w:tabs>
        <w:jc w:val="both"/>
        <w:rPr>
          <w:sz w:val="22"/>
          <w:szCs w:val="22"/>
        </w:rPr>
      </w:pPr>
      <w:r w:rsidRPr="002321E0">
        <w:rPr>
          <w:b/>
          <w:sz w:val="22"/>
          <w:szCs w:val="22"/>
        </w:rPr>
        <w:t>Ügyiratszám</w:t>
      </w:r>
      <w:r w:rsidRPr="002321E0">
        <w:rPr>
          <w:sz w:val="22"/>
          <w:szCs w:val="22"/>
        </w:rPr>
        <w:t>:</w:t>
      </w:r>
      <w:r w:rsidR="0046183B" w:rsidRPr="002321E0">
        <w:rPr>
          <w:sz w:val="22"/>
          <w:szCs w:val="22"/>
        </w:rPr>
        <w:t xml:space="preserve"> </w:t>
      </w:r>
      <w:r w:rsidR="00471F8B" w:rsidRPr="002321E0">
        <w:rPr>
          <w:sz w:val="22"/>
          <w:szCs w:val="22"/>
        </w:rPr>
        <w:t>C</w:t>
      </w:r>
      <w:r w:rsidR="0046183B" w:rsidRPr="002321E0">
        <w:rPr>
          <w:sz w:val="22"/>
          <w:szCs w:val="22"/>
        </w:rPr>
        <w:t>/</w:t>
      </w:r>
      <w:r w:rsidR="000D2308" w:rsidRPr="002321E0">
        <w:rPr>
          <w:sz w:val="22"/>
          <w:szCs w:val="22"/>
        </w:rPr>
        <w:t>……</w:t>
      </w:r>
      <w:r w:rsidR="00637CD1" w:rsidRPr="002321E0">
        <w:rPr>
          <w:sz w:val="22"/>
          <w:szCs w:val="22"/>
        </w:rPr>
        <w:t>/201</w:t>
      </w:r>
      <w:r w:rsidR="003D43D9">
        <w:rPr>
          <w:sz w:val="22"/>
          <w:szCs w:val="22"/>
        </w:rPr>
        <w:t>9</w:t>
      </w:r>
      <w:r w:rsidR="00637CD1" w:rsidRPr="002321E0">
        <w:rPr>
          <w:sz w:val="22"/>
          <w:szCs w:val="22"/>
        </w:rPr>
        <w:t>.</w:t>
      </w:r>
      <w:r w:rsidRPr="002321E0">
        <w:rPr>
          <w:sz w:val="22"/>
          <w:szCs w:val="22"/>
        </w:rPr>
        <w:tab/>
      </w:r>
      <w:r w:rsidRPr="002321E0">
        <w:rPr>
          <w:b/>
          <w:sz w:val="22"/>
          <w:szCs w:val="22"/>
          <w:u w:val="single"/>
        </w:rPr>
        <w:t>Tárgy</w:t>
      </w:r>
      <w:r w:rsidRPr="002321E0">
        <w:rPr>
          <w:b/>
          <w:sz w:val="22"/>
          <w:szCs w:val="22"/>
        </w:rPr>
        <w:t>:</w:t>
      </w:r>
      <w:r w:rsidRPr="002321E0">
        <w:rPr>
          <w:sz w:val="22"/>
          <w:szCs w:val="22"/>
        </w:rPr>
        <w:t xml:space="preserve"> </w:t>
      </w:r>
      <w:r w:rsidR="007B13C1" w:rsidRPr="002321E0">
        <w:rPr>
          <w:sz w:val="22"/>
          <w:szCs w:val="22"/>
        </w:rPr>
        <w:t>Alpolgármester</w:t>
      </w:r>
      <w:r w:rsidR="00363D7C" w:rsidRPr="002321E0">
        <w:rPr>
          <w:sz w:val="22"/>
          <w:szCs w:val="22"/>
        </w:rPr>
        <w:t xml:space="preserve"> megválasztása</w:t>
      </w:r>
    </w:p>
    <w:p w:rsidR="00637CD1" w:rsidRPr="002321E0" w:rsidRDefault="00637CD1" w:rsidP="00363D7C">
      <w:pPr>
        <w:tabs>
          <w:tab w:val="left" w:pos="4860"/>
        </w:tabs>
        <w:jc w:val="both"/>
        <w:rPr>
          <w:sz w:val="22"/>
          <w:szCs w:val="22"/>
        </w:rPr>
      </w:pPr>
      <w:r w:rsidRPr="002321E0">
        <w:rPr>
          <w:b/>
          <w:sz w:val="22"/>
          <w:szCs w:val="22"/>
        </w:rPr>
        <w:t>Előterjesztő</w:t>
      </w:r>
      <w:r w:rsidR="00DD2675">
        <w:rPr>
          <w:sz w:val="22"/>
          <w:szCs w:val="22"/>
        </w:rPr>
        <w:t>: Dr. Csáky András</w:t>
      </w:r>
      <w:r w:rsidRPr="002321E0">
        <w:rPr>
          <w:sz w:val="22"/>
          <w:szCs w:val="22"/>
        </w:rPr>
        <w:t xml:space="preserve"> polgármester</w:t>
      </w:r>
    </w:p>
    <w:p w:rsidR="006C5DDE" w:rsidRPr="002321E0" w:rsidRDefault="006C5DDE" w:rsidP="00B23598">
      <w:pPr>
        <w:ind w:left="4500" w:hanging="4500"/>
        <w:jc w:val="both"/>
        <w:rPr>
          <w:sz w:val="22"/>
          <w:szCs w:val="22"/>
        </w:rPr>
      </w:pPr>
      <w:r w:rsidRPr="002321E0">
        <w:rPr>
          <w:b/>
          <w:sz w:val="22"/>
          <w:szCs w:val="22"/>
        </w:rPr>
        <w:t xml:space="preserve">Szakmai előterjesztő: </w:t>
      </w:r>
      <w:r w:rsidR="002566F8" w:rsidRPr="002321E0">
        <w:rPr>
          <w:sz w:val="22"/>
          <w:szCs w:val="22"/>
        </w:rPr>
        <w:t xml:space="preserve">dr. </w:t>
      </w:r>
      <w:smartTag w:uri="urn:schemas-microsoft-com:office:smarttags" w:element="PersonName">
        <w:smartTagPr>
          <w:attr w:name="ProductID" w:val="Diósgyőri Gitta"/>
        </w:smartTagPr>
        <w:r w:rsidR="002566F8" w:rsidRPr="002321E0">
          <w:rPr>
            <w:sz w:val="22"/>
            <w:szCs w:val="22"/>
          </w:rPr>
          <w:t>Diósgyőri Gitta</w:t>
        </w:r>
      </w:smartTag>
      <w:r w:rsidR="002566F8" w:rsidRPr="002321E0">
        <w:rPr>
          <w:sz w:val="22"/>
          <w:szCs w:val="22"/>
        </w:rPr>
        <w:t xml:space="preserve"> </w:t>
      </w:r>
      <w:r w:rsidR="00471F8B" w:rsidRPr="002321E0">
        <w:rPr>
          <w:sz w:val="22"/>
          <w:szCs w:val="22"/>
        </w:rPr>
        <w:t>címzetes fő</w:t>
      </w:r>
      <w:r w:rsidR="002566F8" w:rsidRPr="002321E0">
        <w:rPr>
          <w:sz w:val="22"/>
          <w:szCs w:val="22"/>
        </w:rPr>
        <w:t>jegyző</w:t>
      </w:r>
    </w:p>
    <w:p w:rsidR="00E02C95" w:rsidRPr="002321E0" w:rsidRDefault="006C5DDE" w:rsidP="003A4A68">
      <w:pPr>
        <w:tabs>
          <w:tab w:val="left" w:pos="2175"/>
        </w:tabs>
        <w:jc w:val="both"/>
      </w:pPr>
      <w:r w:rsidRPr="002321E0">
        <w:tab/>
      </w:r>
    </w:p>
    <w:p w:rsidR="00363D7C" w:rsidRPr="002321E0" w:rsidRDefault="00363D7C" w:rsidP="00637CD1">
      <w:pPr>
        <w:jc w:val="center"/>
        <w:outlineLvl w:val="0"/>
        <w:rPr>
          <w:b/>
        </w:rPr>
      </w:pPr>
    </w:p>
    <w:p w:rsidR="006C5DDE" w:rsidRPr="002321E0" w:rsidRDefault="006C5DDE" w:rsidP="00637CD1">
      <w:pPr>
        <w:jc w:val="center"/>
        <w:outlineLvl w:val="0"/>
        <w:rPr>
          <w:b/>
        </w:rPr>
      </w:pPr>
      <w:r w:rsidRPr="002321E0">
        <w:rPr>
          <w:b/>
        </w:rPr>
        <w:t>ELŐTERJESZTÉS</w:t>
      </w:r>
    </w:p>
    <w:p w:rsidR="006C5DDE" w:rsidRPr="002321E0" w:rsidRDefault="006C5DDE" w:rsidP="00637CD1">
      <w:pPr>
        <w:jc w:val="center"/>
        <w:outlineLvl w:val="0"/>
      </w:pPr>
      <w:r w:rsidRPr="002321E0">
        <w:t>a Képviselő-testület</w:t>
      </w:r>
      <w:r w:rsidR="00637CD1" w:rsidRPr="002321E0">
        <w:t xml:space="preserve"> 201</w:t>
      </w:r>
      <w:r w:rsidR="00471F8B" w:rsidRPr="002321E0">
        <w:t>9</w:t>
      </w:r>
      <w:r w:rsidR="00637CD1" w:rsidRPr="002321E0">
        <w:t xml:space="preserve">. </w:t>
      </w:r>
      <w:r w:rsidR="003D43D9">
        <w:t>november</w:t>
      </w:r>
      <w:r w:rsidR="00637CD1" w:rsidRPr="002321E0">
        <w:t xml:space="preserve"> </w:t>
      </w:r>
      <w:r w:rsidR="003D43D9">
        <w:t>5-</w:t>
      </w:r>
      <w:r w:rsidR="00363D7C" w:rsidRPr="002321E0">
        <w:t>e</w:t>
      </w:r>
      <w:r w:rsidR="00637CD1" w:rsidRPr="002321E0">
        <w:t>i</w:t>
      </w:r>
      <w:r w:rsidR="0046183B" w:rsidRPr="002321E0">
        <w:t xml:space="preserve"> </w:t>
      </w:r>
      <w:r w:rsidR="00363D7C" w:rsidRPr="002321E0">
        <w:t xml:space="preserve">alakuló </w:t>
      </w:r>
      <w:r w:rsidRPr="002321E0">
        <w:t>ülésére</w:t>
      </w:r>
    </w:p>
    <w:p w:rsidR="006C5DDE" w:rsidRPr="002321E0" w:rsidRDefault="006C5DDE" w:rsidP="00637CD1">
      <w:pPr>
        <w:jc w:val="center"/>
        <w:outlineLvl w:val="0"/>
        <w:rPr>
          <w:b/>
        </w:rPr>
      </w:pPr>
      <w:r w:rsidRPr="002321E0">
        <w:rPr>
          <w:b/>
        </w:rPr>
        <w:t>Tisztelt Képviselő-testület!</w:t>
      </w:r>
    </w:p>
    <w:p w:rsidR="006C5DDE" w:rsidRPr="002321E0" w:rsidRDefault="006C5DDE" w:rsidP="00A86A5A"/>
    <w:p w:rsidR="003A0AB1" w:rsidRPr="002321E0" w:rsidRDefault="003A0AB1" w:rsidP="00AD38EE">
      <w:pPr>
        <w:jc w:val="both"/>
      </w:pPr>
    </w:p>
    <w:p w:rsidR="00363D7C" w:rsidRPr="002321E0" w:rsidRDefault="00363D7C" w:rsidP="00363D7C">
      <w:pPr>
        <w:widowControl w:val="0"/>
        <w:jc w:val="both"/>
        <w:outlineLvl w:val="0"/>
        <w:rPr>
          <w:bCs/>
        </w:rPr>
      </w:pPr>
      <w:r w:rsidRPr="002321E0">
        <w:rPr>
          <w:bCs/>
        </w:rPr>
        <w:t xml:space="preserve">Magyarország helyi önkormányzatairól szóló 2011. évi CLXXXIX. törvény </w:t>
      </w:r>
      <w:r w:rsidR="00CD1F40" w:rsidRPr="002321E0">
        <w:rPr>
          <w:bCs/>
        </w:rPr>
        <w:t>74</w:t>
      </w:r>
      <w:r w:rsidRPr="002321E0">
        <w:rPr>
          <w:bCs/>
        </w:rPr>
        <w:t>. § (</w:t>
      </w:r>
      <w:r w:rsidR="00CD1F40" w:rsidRPr="002321E0">
        <w:rPr>
          <w:bCs/>
        </w:rPr>
        <w:t>1</w:t>
      </w:r>
      <w:r w:rsidRPr="002321E0">
        <w:rPr>
          <w:bCs/>
        </w:rPr>
        <w:t xml:space="preserve">) </w:t>
      </w:r>
      <w:r w:rsidR="00CD1F40" w:rsidRPr="002321E0">
        <w:rPr>
          <w:bCs/>
        </w:rPr>
        <w:t>bekezdése értelmében a</w:t>
      </w:r>
      <w:r w:rsidR="00CD1F40" w:rsidRPr="002321E0">
        <w:rPr>
          <w:rFonts w:ascii="Times" w:hAnsi="Times"/>
        </w:rPr>
        <w:t xml:space="preserve"> képviselő-testület az alakuló vagy az azt követő ülésen a polgármester előterjesztése alapján megválasztja az alpolgármestert, alpolgármestereket.</w:t>
      </w:r>
    </w:p>
    <w:p w:rsidR="00363D7C" w:rsidRPr="002321E0" w:rsidRDefault="00363D7C" w:rsidP="00363D7C">
      <w:pPr>
        <w:widowControl w:val="0"/>
        <w:jc w:val="both"/>
        <w:outlineLvl w:val="0"/>
        <w:rPr>
          <w:bCs/>
        </w:rPr>
      </w:pPr>
    </w:p>
    <w:p w:rsidR="00363D7C" w:rsidRPr="002321E0" w:rsidRDefault="00363D7C" w:rsidP="00363D7C">
      <w:pPr>
        <w:widowControl w:val="0"/>
        <w:jc w:val="both"/>
        <w:outlineLvl w:val="0"/>
        <w:rPr>
          <w:bCs/>
        </w:rPr>
      </w:pPr>
      <w:r w:rsidRPr="002321E0">
        <w:rPr>
          <w:bCs/>
        </w:rPr>
        <w:t xml:space="preserve">Cegléd Város Önkormányzatának Képviselő-testülete a Képviselő-testület és szervei szervezeti és működési szabályzatáról szóló </w:t>
      </w:r>
      <w:r w:rsidR="005572BD" w:rsidRPr="002321E0">
        <w:rPr>
          <w:bCs/>
        </w:rPr>
        <w:t>32</w:t>
      </w:r>
      <w:r w:rsidRPr="002321E0">
        <w:rPr>
          <w:bCs/>
        </w:rPr>
        <w:t>/201</w:t>
      </w:r>
      <w:r w:rsidR="005572BD" w:rsidRPr="002321E0">
        <w:rPr>
          <w:bCs/>
        </w:rPr>
        <w:t>4</w:t>
      </w:r>
      <w:r w:rsidRPr="002321E0">
        <w:rPr>
          <w:bCs/>
        </w:rPr>
        <w:t>. (</w:t>
      </w:r>
      <w:r w:rsidR="005572BD" w:rsidRPr="002321E0">
        <w:rPr>
          <w:bCs/>
        </w:rPr>
        <w:t>XII</w:t>
      </w:r>
      <w:r w:rsidRPr="002321E0">
        <w:rPr>
          <w:bCs/>
        </w:rPr>
        <w:t>. 2</w:t>
      </w:r>
      <w:r w:rsidR="005572BD" w:rsidRPr="002321E0">
        <w:rPr>
          <w:bCs/>
        </w:rPr>
        <w:t>3</w:t>
      </w:r>
      <w:r w:rsidRPr="002321E0">
        <w:rPr>
          <w:bCs/>
        </w:rPr>
        <w:t>.) önkormányzati rendelet (Kt. SzMSz)</w:t>
      </w:r>
      <w:r w:rsidR="00CD1F40" w:rsidRPr="002321E0">
        <w:rPr>
          <w:bCs/>
        </w:rPr>
        <w:t xml:space="preserve"> </w:t>
      </w:r>
      <w:r w:rsidR="005572BD" w:rsidRPr="002321E0">
        <w:rPr>
          <w:bCs/>
        </w:rPr>
        <w:t xml:space="preserve">53. §-a </w:t>
      </w:r>
      <w:r w:rsidR="00CD1F40" w:rsidRPr="002321E0">
        <w:rPr>
          <w:bCs/>
        </w:rPr>
        <w:t xml:space="preserve">értelmében </w:t>
      </w:r>
      <w:r w:rsidR="005572BD" w:rsidRPr="002321E0">
        <w:rPr>
          <w:bCs/>
        </w:rPr>
        <w:t>két</w:t>
      </w:r>
      <w:r w:rsidR="00CD1F40" w:rsidRPr="002321E0">
        <w:rPr>
          <w:bCs/>
        </w:rPr>
        <w:t xml:space="preserve"> főállású alpolgármestert választhat, de legalább egy alpolgármestert a képviselő-testület tagjai közül kell megválasztania.</w:t>
      </w:r>
    </w:p>
    <w:p w:rsidR="00363D7C" w:rsidRPr="002321E0" w:rsidRDefault="00363D7C" w:rsidP="00AD38EE">
      <w:pPr>
        <w:jc w:val="both"/>
        <w:rPr>
          <w:bCs/>
        </w:rPr>
      </w:pPr>
    </w:p>
    <w:p w:rsidR="008C4F43" w:rsidRPr="002321E0" w:rsidRDefault="00363D7C" w:rsidP="008C4F43">
      <w:pPr>
        <w:jc w:val="both"/>
        <w:rPr>
          <w:b/>
        </w:rPr>
      </w:pPr>
      <w:r w:rsidRPr="002321E0">
        <w:rPr>
          <w:bCs/>
        </w:rPr>
        <w:t xml:space="preserve">Az Mötv. </w:t>
      </w:r>
      <w:r w:rsidR="00CD1F40" w:rsidRPr="002321E0">
        <w:rPr>
          <w:bCs/>
        </w:rPr>
        <w:t>43</w:t>
      </w:r>
      <w:r w:rsidRPr="002321E0">
        <w:rPr>
          <w:bCs/>
        </w:rPr>
        <w:t>. § (</w:t>
      </w:r>
      <w:r w:rsidR="00CD1F40" w:rsidRPr="002321E0">
        <w:rPr>
          <w:bCs/>
        </w:rPr>
        <w:t>3</w:t>
      </w:r>
      <w:r w:rsidRPr="002321E0">
        <w:rPr>
          <w:bCs/>
        </w:rPr>
        <w:t xml:space="preserve">) bekezdésében biztosított jogkörömnél fogva </w:t>
      </w:r>
      <w:r w:rsidR="00E06D74" w:rsidRPr="002321E0">
        <w:rPr>
          <w:b/>
          <w:bCs/>
        </w:rPr>
        <w:t xml:space="preserve">az alakuló ülésen, e napirend tárgyalásán teszek személyi javaslatot </w:t>
      </w:r>
      <w:r w:rsidR="005572BD" w:rsidRPr="002321E0">
        <w:rPr>
          <w:b/>
          <w:bCs/>
        </w:rPr>
        <w:t xml:space="preserve">a Képviselő-testület tagjai közül </w:t>
      </w:r>
      <w:r w:rsidR="00E06D74" w:rsidRPr="002321E0">
        <w:rPr>
          <w:b/>
          <w:bCs/>
        </w:rPr>
        <w:t>az</w:t>
      </w:r>
      <w:r w:rsidR="008C4F43" w:rsidRPr="002321E0">
        <w:rPr>
          <w:b/>
          <w:bCs/>
        </w:rPr>
        <w:t xml:space="preserve"> alpolgármester megválasztására, aki a</w:t>
      </w:r>
      <w:r w:rsidR="008C4F43" w:rsidRPr="002321E0">
        <w:rPr>
          <w:b/>
        </w:rPr>
        <w:t>kadályoztatásom esetén valamennyi feladat- és hatáskörömben helyettesít.</w:t>
      </w:r>
    </w:p>
    <w:p w:rsidR="008C4F43" w:rsidRPr="002321E0" w:rsidRDefault="008C4F43" w:rsidP="008C4F43">
      <w:pPr>
        <w:jc w:val="both"/>
        <w:rPr>
          <w:b/>
        </w:rPr>
      </w:pPr>
    </w:p>
    <w:p w:rsidR="008C4F43" w:rsidRPr="002321E0" w:rsidRDefault="00846C52" w:rsidP="008C4F43">
      <w:pPr>
        <w:spacing w:after="20"/>
        <w:jc w:val="both"/>
        <w:rPr>
          <w:b/>
        </w:rPr>
      </w:pPr>
      <w:r w:rsidRPr="002321E0">
        <w:rPr>
          <w:b/>
        </w:rPr>
        <w:t>Bejelentem, hogy a köztünk kialakításra kerülő munkamegosztás szerint a</w:t>
      </w:r>
      <w:r w:rsidR="008C4F43" w:rsidRPr="002321E0">
        <w:rPr>
          <w:b/>
        </w:rPr>
        <w:t xml:space="preserve">z alpolgármester felügyeli a humán </w:t>
      </w:r>
      <w:r w:rsidRPr="002321E0">
        <w:rPr>
          <w:b/>
        </w:rPr>
        <w:t>–</w:t>
      </w:r>
      <w:r w:rsidR="008C4F43" w:rsidRPr="002321E0">
        <w:rPr>
          <w:b/>
        </w:rPr>
        <w:t xml:space="preserve"> </w:t>
      </w:r>
      <w:r w:rsidRPr="002321E0">
        <w:rPr>
          <w:b/>
        </w:rPr>
        <w:t>azaz</w:t>
      </w:r>
      <w:r w:rsidR="008C4F43" w:rsidRPr="002321E0">
        <w:rPr>
          <w:b/>
        </w:rPr>
        <w:t xml:space="preserve"> a szociális és jóléti, az egészségügyi, a köznevelési, a kulturális,</w:t>
      </w:r>
      <w:r w:rsidRPr="002321E0">
        <w:rPr>
          <w:b/>
        </w:rPr>
        <w:t xml:space="preserve"> ezen belül</w:t>
      </w:r>
      <w:r w:rsidR="008C4F43" w:rsidRPr="002321E0">
        <w:rPr>
          <w:b/>
        </w:rPr>
        <w:t xml:space="preserve"> a rendezvény és protokoll</w:t>
      </w:r>
      <w:r w:rsidRPr="002321E0">
        <w:rPr>
          <w:b/>
        </w:rPr>
        <w:t>, valamint a sport</w:t>
      </w:r>
      <w:r w:rsidR="008C4F43" w:rsidRPr="002321E0">
        <w:rPr>
          <w:b/>
        </w:rPr>
        <w:t xml:space="preserve"> – ágazatokat, és az ellátó intézményhálózatot, továbbá kapcsolatot tart Cegléd Város Roma Nemzetiségi Önkormányzatával.</w:t>
      </w:r>
    </w:p>
    <w:p w:rsidR="00E06D74" w:rsidRPr="002321E0" w:rsidRDefault="00E06D74" w:rsidP="00CD1F40">
      <w:pPr>
        <w:jc w:val="both"/>
        <w:rPr>
          <w:bCs/>
        </w:rPr>
      </w:pPr>
    </w:p>
    <w:p w:rsidR="00066DC0" w:rsidRPr="002321E0" w:rsidRDefault="00066DC0" w:rsidP="00066DC0">
      <w:pPr>
        <w:tabs>
          <w:tab w:val="left" w:pos="851"/>
        </w:tabs>
        <w:ind w:right="-1"/>
        <w:jc w:val="both"/>
      </w:pPr>
      <w:r w:rsidRPr="002321E0">
        <w:t xml:space="preserve">A döntéshozatal a Magyarország helyi önkormányzatairól szóló 2011. évi CLXXXIX. törvény (Mötv.) 46. § (1) bekezdése alapján, a (2) bekezdésben foglaltakra figyelemmel </w:t>
      </w:r>
      <w:r w:rsidRPr="002321E0">
        <w:rPr>
          <w:b/>
        </w:rPr>
        <w:t>nyilvános</w:t>
      </w:r>
      <w:r w:rsidRPr="002321E0">
        <w:t xml:space="preserve"> </w:t>
      </w:r>
      <w:r w:rsidRPr="002321E0">
        <w:rPr>
          <w:b/>
        </w:rPr>
        <w:t>ülés</w:t>
      </w:r>
      <w:r w:rsidRPr="002321E0">
        <w:t xml:space="preserve"> keretében, </w:t>
      </w:r>
      <w:r w:rsidR="00CD1F40" w:rsidRPr="002321E0">
        <w:t xml:space="preserve">a 74. § (1) bekezdése alapján </w:t>
      </w:r>
      <w:r w:rsidR="00CD1F40" w:rsidRPr="002321E0">
        <w:rPr>
          <w:b/>
        </w:rPr>
        <w:t>titkos szavazás</w:t>
      </w:r>
      <w:r w:rsidR="00CD1F40" w:rsidRPr="002321E0">
        <w:t xml:space="preserve">sal, </w:t>
      </w:r>
      <w:r w:rsidRPr="002321E0">
        <w:t xml:space="preserve">az 50. § rendelkezései alapján – figyelemmel a 42. § </w:t>
      </w:r>
      <w:r w:rsidR="00C86491" w:rsidRPr="002321E0">
        <w:t>2</w:t>
      </w:r>
      <w:r w:rsidRPr="002321E0">
        <w:t xml:space="preserve">. pontjában foglalt rendelkezésre – </w:t>
      </w:r>
      <w:r w:rsidRPr="002321E0">
        <w:rPr>
          <w:b/>
        </w:rPr>
        <w:t>minősített</w:t>
      </w:r>
      <w:r w:rsidRPr="002321E0">
        <w:t xml:space="preserve"> </w:t>
      </w:r>
      <w:r w:rsidRPr="002321E0">
        <w:rPr>
          <w:b/>
        </w:rPr>
        <w:t>szavazati arány</w:t>
      </w:r>
      <w:r w:rsidRPr="002321E0">
        <w:t>t igényel.</w:t>
      </w:r>
    </w:p>
    <w:p w:rsidR="00E82D6C" w:rsidRPr="002321E0" w:rsidRDefault="00E82D6C" w:rsidP="00E82D6C"/>
    <w:p w:rsidR="00457F67" w:rsidRPr="002321E0" w:rsidRDefault="00625F9A" w:rsidP="005C339E">
      <w:pPr>
        <w:jc w:val="both"/>
      </w:pPr>
      <w:r w:rsidRPr="002321E0">
        <w:t>A Kt. SzMSz 4</w:t>
      </w:r>
      <w:r w:rsidR="005572BD" w:rsidRPr="002321E0">
        <w:t>2</w:t>
      </w:r>
      <w:r w:rsidRPr="002321E0">
        <w:t>. §</w:t>
      </w:r>
      <w:r w:rsidR="005572BD" w:rsidRPr="002321E0">
        <w:t>-a</w:t>
      </w:r>
      <w:r w:rsidRPr="002321E0">
        <w:t xml:space="preserve"> szabályozz</w:t>
      </w:r>
      <w:r w:rsidR="005572BD" w:rsidRPr="002321E0">
        <w:t>a</w:t>
      </w:r>
      <w:r w:rsidRPr="002321E0">
        <w:t xml:space="preserve"> a titkos szavazás eljárásrendjét.</w:t>
      </w:r>
      <w:r w:rsidR="005C339E" w:rsidRPr="002321E0">
        <w:t xml:space="preserve"> Az alpolgármesterek megválasztásához </w:t>
      </w:r>
      <w:r w:rsidR="005C339E" w:rsidRPr="002321E0">
        <w:rPr>
          <w:b/>
        </w:rPr>
        <w:t>elsőként a titkos szavazást lebonyolító szavazatszámláló bizottság tagjait kell megválasztani</w:t>
      </w:r>
      <w:r w:rsidR="005C339E" w:rsidRPr="002321E0">
        <w:t xml:space="preserve">, </w:t>
      </w:r>
      <w:r w:rsidR="00E06D74" w:rsidRPr="002321E0">
        <w:t xml:space="preserve">melynek elnökére </w:t>
      </w:r>
      <w:r w:rsidR="005572BD" w:rsidRPr="002321E0">
        <w:t>e</w:t>
      </w:r>
      <w:r w:rsidR="005C339E" w:rsidRPr="002321E0">
        <w:rPr>
          <w:b/>
        </w:rPr>
        <w:t xml:space="preserve"> napirend tárgyalásánál teszek </w:t>
      </w:r>
      <w:r w:rsidR="00E06D74" w:rsidRPr="002321E0">
        <w:rPr>
          <w:b/>
        </w:rPr>
        <w:t xml:space="preserve">személyi </w:t>
      </w:r>
      <w:r w:rsidR="005C339E" w:rsidRPr="002321E0">
        <w:rPr>
          <w:b/>
        </w:rPr>
        <w:t>javaslatot</w:t>
      </w:r>
      <w:r w:rsidR="005572BD" w:rsidRPr="002321E0">
        <w:t>…</w:t>
      </w:r>
    </w:p>
    <w:p w:rsidR="00625F9A" w:rsidRPr="002321E0" w:rsidRDefault="00625F9A" w:rsidP="00E82D6C"/>
    <w:p w:rsidR="00846C52" w:rsidRPr="002321E0" w:rsidRDefault="00E82D6C" w:rsidP="005572BD">
      <w:pPr>
        <w:tabs>
          <w:tab w:val="left" w:pos="8222"/>
        </w:tabs>
        <w:outlineLvl w:val="0"/>
      </w:pPr>
      <w:r w:rsidRPr="002321E0">
        <w:t>Cegléd, 201</w:t>
      </w:r>
      <w:r w:rsidR="00471F8B" w:rsidRPr="002321E0">
        <w:t>9</w:t>
      </w:r>
      <w:r w:rsidRPr="002321E0">
        <w:t xml:space="preserve">. </w:t>
      </w:r>
      <w:r w:rsidR="00363D7C" w:rsidRPr="002321E0">
        <w:t>október</w:t>
      </w:r>
      <w:r w:rsidRPr="002321E0">
        <w:t xml:space="preserve"> </w:t>
      </w:r>
      <w:r w:rsidR="003D43D9">
        <w:t>31</w:t>
      </w:r>
      <w:r w:rsidR="003A4A68" w:rsidRPr="002321E0">
        <w:tab/>
      </w:r>
    </w:p>
    <w:p w:rsidR="00985A9C" w:rsidRPr="002321E0" w:rsidRDefault="003D43D9" w:rsidP="00846C52">
      <w:pPr>
        <w:tabs>
          <w:tab w:val="left" w:pos="8222"/>
        </w:tabs>
        <w:jc w:val="right"/>
        <w:outlineLvl w:val="0"/>
      </w:pPr>
      <w:r>
        <w:t>Dr. Csáky András</w:t>
      </w:r>
    </w:p>
    <w:p w:rsidR="00E06D74" w:rsidRPr="002321E0" w:rsidRDefault="00E06D74" w:rsidP="003D43D9">
      <w:pPr>
        <w:ind w:right="140"/>
        <w:jc w:val="right"/>
      </w:pPr>
      <w:r w:rsidRPr="002321E0">
        <w:t>p</w:t>
      </w:r>
      <w:r w:rsidR="00E82D6C" w:rsidRPr="002321E0">
        <w:t>olgármester</w:t>
      </w:r>
    </w:p>
    <w:p w:rsidR="003D43D9" w:rsidRDefault="003D43D9" w:rsidP="00E06D74">
      <w:pPr>
        <w:ind w:right="98"/>
        <w:jc w:val="center"/>
        <w:rPr>
          <w:b/>
        </w:rPr>
        <w:sectPr w:rsidR="003D43D9" w:rsidSect="003D43D9">
          <w:footerReference w:type="default" r:id="rId9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:rsidR="00625F9A" w:rsidRPr="002321E0" w:rsidRDefault="00E06D74" w:rsidP="00E06D74">
      <w:pPr>
        <w:ind w:right="98"/>
        <w:jc w:val="center"/>
        <w:rPr>
          <w:b/>
        </w:rPr>
      </w:pPr>
      <w:r w:rsidRPr="002321E0">
        <w:rPr>
          <w:b/>
        </w:rPr>
        <w:lastRenderedPageBreak/>
        <w:t>I. Határozati javaslat:</w:t>
      </w:r>
    </w:p>
    <w:p w:rsidR="005C339E" w:rsidRPr="002321E0" w:rsidRDefault="005C339E" w:rsidP="005C339E">
      <w:pPr>
        <w:jc w:val="center"/>
        <w:rPr>
          <w:b/>
        </w:rPr>
      </w:pPr>
    </w:p>
    <w:p w:rsidR="00E06D74" w:rsidRPr="002321E0" w:rsidRDefault="00E06D74" w:rsidP="00E06D74">
      <w:pPr>
        <w:jc w:val="both"/>
      </w:pPr>
      <w:r w:rsidRPr="002321E0">
        <w:rPr>
          <w:b/>
        </w:rPr>
        <w:t xml:space="preserve">Cegléd Város Önkormányzatának Képviselő-testülete - </w:t>
      </w:r>
      <w:r w:rsidRPr="002321E0">
        <w:rPr>
          <w:bCs/>
        </w:rPr>
        <w:t xml:space="preserve">Magyarország helyi önkormányzatairól szóló 2011. évi CLXXXIX. törvény 74. § (1) bekezdése, </w:t>
      </w:r>
      <w:r w:rsidR="005572BD" w:rsidRPr="002321E0">
        <w:rPr>
          <w:bCs/>
        </w:rPr>
        <w:t xml:space="preserve">a Képviselő-testület és szervei szervezeti és működési szabályzatáról szóló 32/2014. (XII. 23.) önkormányzati rendelet </w:t>
      </w:r>
      <w:r w:rsidRPr="002321E0">
        <w:t>4</w:t>
      </w:r>
      <w:r w:rsidR="005572BD" w:rsidRPr="002321E0">
        <w:t>2</w:t>
      </w:r>
      <w:r w:rsidRPr="002321E0">
        <w:t>. § (</w:t>
      </w:r>
      <w:r w:rsidR="005572BD" w:rsidRPr="002321E0">
        <w:t>2</w:t>
      </w:r>
      <w:r w:rsidRPr="002321E0">
        <w:t>) bekezdése alapján</w:t>
      </w:r>
    </w:p>
    <w:p w:rsidR="00E06D74" w:rsidRPr="002321E0" w:rsidRDefault="00E06D74" w:rsidP="00E06D74">
      <w:pPr>
        <w:jc w:val="both"/>
      </w:pPr>
    </w:p>
    <w:p w:rsidR="00E06D74" w:rsidRPr="002321E0" w:rsidRDefault="00E06D74" w:rsidP="00E06D74">
      <w:pPr>
        <w:jc w:val="both"/>
      </w:pPr>
      <w:r w:rsidRPr="002321E0">
        <w:rPr>
          <w:b/>
        </w:rPr>
        <w:t>1.)</w:t>
      </w:r>
      <w:r w:rsidRPr="002321E0">
        <w:t xml:space="preserve"> Az alpolgármesterek titkos szavazással történő megválasztására szavazatszámláló bizottságot hoz létre, és megválasztja</w:t>
      </w:r>
    </w:p>
    <w:p w:rsidR="00E06D74" w:rsidRPr="002321E0" w:rsidRDefault="00E06D74" w:rsidP="00E06D74">
      <w:pPr>
        <w:ind w:left="360"/>
        <w:jc w:val="both"/>
      </w:pPr>
      <w:r w:rsidRPr="002321E0">
        <w:t>1.1. elnökének ……………………………….. képviselő asszonyt/urat,</w:t>
      </w:r>
    </w:p>
    <w:p w:rsidR="00E06D74" w:rsidRPr="002321E0" w:rsidRDefault="00E06D74" w:rsidP="00E06D74">
      <w:pPr>
        <w:ind w:left="360"/>
        <w:jc w:val="both"/>
      </w:pPr>
      <w:r w:rsidRPr="002321E0">
        <w:t>1.2. tagjának …………………………………..képviselő asszonyt/urat,</w:t>
      </w:r>
    </w:p>
    <w:p w:rsidR="00E06D74" w:rsidRPr="002321E0" w:rsidRDefault="00E06D74" w:rsidP="00E06D74">
      <w:pPr>
        <w:ind w:left="360"/>
        <w:jc w:val="both"/>
      </w:pPr>
      <w:r w:rsidRPr="002321E0">
        <w:t>1.3. tagjának …………………………………..képviselő asszonyt/urat.</w:t>
      </w:r>
    </w:p>
    <w:p w:rsidR="00E06D74" w:rsidRPr="002321E0" w:rsidRDefault="00E06D74" w:rsidP="00E06D74">
      <w:pPr>
        <w:jc w:val="both"/>
        <w:rPr>
          <w:b/>
        </w:rPr>
      </w:pPr>
      <w:r w:rsidRPr="002321E0">
        <w:rPr>
          <w:b/>
        </w:rPr>
        <w:t xml:space="preserve">2.) </w:t>
      </w:r>
      <w:r w:rsidRPr="002321E0">
        <w:t>Utasítja a Ceglédi Közös Önkormányzati Hivatalt a szükséges intézkedések megtételére.</w:t>
      </w:r>
    </w:p>
    <w:p w:rsidR="00E06D74" w:rsidRPr="002321E0" w:rsidRDefault="00E06D74" w:rsidP="0051284F">
      <w:pPr>
        <w:tabs>
          <w:tab w:val="left" w:pos="4536"/>
        </w:tabs>
        <w:jc w:val="both"/>
      </w:pPr>
      <w:r w:rsidRPr="002321E0">
        <w:rPr>
          <w:b/>
        </w:rPr>
        <w:t>Határidő</w:t>
      </w:r>
      <w:r w:rsidRPr="002321E0">
        <w:t>: azonnal</w:t>
      </w:r>
      <w:r w:rsidRPr="002321E0">
        <w:tab/>
      </w:r>
      <w:r w:rsidRPr="002321E0">
        <w:rPr>
          <w:b/>
        </w:rPr>
        <w:t>Felelős</w:t>
      </w:r>
      <w:r w:rsidRPr="002321E0">
        <w:t xml:space="preserve">: dr. </w:t>
      </w:r>
      <w:smartTag w:uri="urn:schemas-microsoft-com:office:smarttags" w:element="PersonName">
        <w:smartTagPr>
          <w:attr w:name="ProductID" w:val="Diósgyőri Gitta"/>
        </w:smartTagPr>
        <w:r w:rsidRPr="002321E0">
          <w:t>Diósgyőri Gitta</w:t>
        </w:r>
      </w:smartTag>
      <w:r w:rsidRPr="002321E0">
        <w:t xml:space="preserve"> </w:t>
      </w:r>
      <w:r w:rsidR="005572BD" w:rsidRPr="002321E0">
        <w:t>címzetes fő</w:t>
      </w:r>
      <w:r w:rsidRPr="002321E0">
        <w:t>jegyző</w:t>
      </w:r>
    </w:p>
    <w:p w:rsidR="005572BD" w:rsidRPr="002321E0" w:rsidRDefault="005572BD" w:rsidP="005C339E">
      <w:pPr>
        <w:jc w:val="center"/>
        <w:rPr>
          <w:b/>
        </w:rPr>
      </w:pPr>
    </w:p>
    <w:p w:rsidR="0051284F" w:rsidRDefault="0051284F" w:rsidP="005C339E">
      <w:pPr>
        <w:jc w:val="center"/>
        <w:rPr>
          <w:b/>
        </w:rPr>
      </w:pPr>
    </w:p>
    <w:p w:rsidR="00625F9A" w:rsidRDefault="0051284F" w:rsidP="005C339E">
      <w:pPr>
        <w:jc w:val="center"/>
        <w:rPr>
          <w:b/>
        </w:rPr>
      </w:pPr>
      <w:r>
        <w:rPr>
          <w:b/>
        </w:rPr>
        <w:t>I</w:t>
      </w:r>
      <w:r w:rsidR="005C339E" w:rsidRPr="002321E0">
        <w:rPr>
          <w:b/>
        </w:rPr>
        <w:t>I. Határozati javaslat</w:t>
      </w:r>
    </w:p>
    <w:p w:rsidR="005C339E" w:rsidRPr="002321E0" w:rsidRDefault="005C339E" w:rsidP="00625F9A">
      <w:pPr>
        <w:jc w:val="both"/>
        <w:rPr>
          <w:b/>
        </w:rPr>
      </w:pPr>
    </w:p>
    <w:p w:rsidR="00625F9A" w:rsidRPr="002321E0" w:rsidRDefault="00625F9A" w:rsidP="00625F9A">
      <w:pPr>
        <w:jc w:val="both"/>
      </w:pPr>
      <w:r w:rsidRPr="002321E0">
        <w:rPr>
          <w:b/>
        </w:rPr>
        <w:t xml:space="preserve">Cegléd Város Önkormányzatának Képviselő-testülete - </w:t>
      </w:r>
      <w:r w:rsidRPr="002321E0">
        <w:rPr>
          <w:bCs/>
        </w:rPr>
        <w:t xml:space="preserve">Magyarország helyi önkormányzatairól szóló 2011. évi CLXXXIX. törvény 74. § (1) bekezdése, valamint </w:t>
      </w:r>
      <w:r w:rsidR="005572BD" w:rsidRPr="002321E0">
        <w:rPr>
          <w:bCs/>
        </w:rPr>
        <w:t xml:space="preserve">a Képviselő-testület és szervei szervezeti és működési szabályzatáról szóló 32/2014. (XII. 23.) önkormányzati rendelet </w:t>
      </w:r>
      <w:r w:rsidR="005572BD" w:rsidRPr="002321E0">
        <w:t xml:space="preserve">53. §-a </w:t>
      </w:r>
      <w:r w:rsidRPr="002321E0">
        <w:t>alapján</w:t>
      </w:r>
    </w:p>
    <w:p w:rsidR="00625F9A" w:rsidRPr="002321E0" w:rsidRDefault="00625F9A" w:rsidP="00625F9A">
      <w:pPr>
        <w:rPr>
          <w:b/>
        </w:rPr>
      </w:pPr>
    </w:p>
    <w:p w:rsidR="00625F9A" w:rsidRPr="0051284F" w:rsidRDefault="00625F9A" w:rsidP="00156337">
      <w:pPr>
        <w:ind w:left="360" w:hanging="360"/>
        <w:jc w:val="both"/>
        <w:rPr>
          <w:bCs/>
          <w:i/>
        </w:rPr>
      </w:pPr>
      <w:r w:rsidRPr="002321E0">
        <w:rPr>
          <w:b/>
          <w:bCs/>
        </w:rPr>
        <w:t>1.)</w:t>
      </w:r>
      <w:r w:rsidRPr="002321E0">
        <w:rPr>
          <w:bCs/>
        </w:rPr>
        <w:t xml:space="preserve"> </w:t>
      </w:r>
      <w:r w:rsidR="005C339E" w:rsidRPr="002321E0">
        <w:rPr>
          <w:bCs/>
        </w:rPr>
        <w:t>Főállású</w:t>
      </w:r>
      <w:r w:rsidRPr="002321E0">
        <w:rPr>
          <w:bCs/>
        </w:rPr>
        <w:t xml:space="preserve"> alpolgármesternek </w:t>
      </w:r>
      <w:r w:rsidR="00156337" w:rsidRPr="002321E0">
        <w:rPr>
          <w:bCs/>
        </w:rPr>
        <w:t xml:space="preserve">titkos szavazással </w:t>
      </w:r>
      <w:r w:rsidRPr="002321E0">
        <w:rPr>
          <w:bCs/>
        </w:rPr>
        <w:t>megválasztotta ………</w:t>
      </w:r>
      <w:r w:rsidR="005C339E" w:rsidRPr="002321E0">
        <w:rPr>
          <w:bCs/>
        </w:rPr>
        <w:t>…………………</w:t>
      </w:r>
      <w:r w:rsidRPr="002321E0">
        <w:rPr>
          <w:bCs/>
        </w:rPr>
        <w:t xml:space="preserve">…. </w:t>
      </w:r>
      <w:r w:rsidRPr="0051284F">
        <w:rPr>
          <w:bCs/>
          <w:i/>
        </w:rPr>
        <w:t>képviselő asszonyt/urat.</w:t>
      </w:r>
    </w:p>
    <w:p w:rsidR="00625F9A" w:rsidRPr="002321E0" w:rsidRDefault="00625F9A" w:rsidP="00625F9A">
      <w:pPr>
        <w:jc w:val="both"/>
        <w:rPr>
          <w:b/>
          <w:bCs/>
        </w:rPr>
      </w:pPr>
    </w:p>
    <w:p w:rsidR="00625F9A" w:rsidRPr="002321E0" w:rsidRDefault="00625F9A" w:rsidP="00625F9A">
      <w:pPr>
        <w:jc w:val="both"/>
        <w:rPr>
          <w:b/>
        </w:rPr>
      </w:pPr>
      <w:r w:rsidRPr="002321E0">
        <w:rPr>
          <w:b/>
        </w:rPr>
        <w:t xml:space="preserve">2.) </w:t>
      </w:r>
      <w:r w:rsidRPr="002321E0">
        <w:t>Utasítja a Ceglédi Közös Önkormányzati Hivatalt a szükséges intézkedések megtételére.</w:t>
      </w:r>
    </w:p>
    <w:p w:rsidR="00625F9A" w:rsidRPr="002321E0" w:rsidRDefault="00625F9A" w:rsidP="0051284F">
      <w:pPr>
        <w:tabs>
          <w:tab w:val="left" w:pos="4536"/>
        </w:tabs>
        <w:jc w:val="both"/>
      </w:pPr>
      <w:r w:rsidRPr="002321E0">
        <w:rPr>
          <w:b/>
        </w:rPr>
        <w:t>Határidő</w:t>
      </w:r>
      <w:r w:rsidRPr="002321E0">
        <w:t>: azonnal</w:t>
      </w:r>
      <w:r w:rsidRPr="002321E0">
        <w:tab/>
      </w:r>
      <w:r w:rsidRPr="002321E0">
        <w:rPr>
          <w:b/>
        </w:rPr>
        <w:t>Felelős</w:t>
      </w:r>
      <w:r w:rsidRPr="002321E0">
        <w:t xml:space="preserve">: </w:t>
      </w:r>
      <w:r w:rsidR="002321E0" w:rsidRPr="002321E0">
        <w:t xml:space="preserve">dr. </w:t>
      </w:r>
      <w:smartTag w:uri="urn:schemas-microsoft-com:office:smarttags" w:element="PersonName">
        <w:smartTagPr>
          <w:attr w:name="ProductID" w:val="Diósgyőri Gitta"/>
        </w:smartTagPr>
        <w:r w:rsidR="002321E0" w:rsidRPr="002321E0">
          <w:t>Diósgyőri Gitta</w:t>
        </w:r>
      </w:smartTag>
      <w:r w:rsidR="002321E0" w:rsidRPr="002321E0">
        <w:t xml:space="preserve"> címzetes főjegyző</w:t>
      </w:r>
    </w:p>
    <w:p w:rsidR="00E06D74" w:rsidRPr="002321E0" w:rsidRDefault="00E06D74" w:rsidP="00625F9A">
      <w:pPr>
        <w:tabs>
          <w:tab w:val="left" w:pos="5580"/>
        </w:tabs>
        <w:jc w:val="both"/>
      </w:pPr>
    </w:p>
    <w:p w:rsidR="00156337" w:rsidRPr="002321E0" w:rsidRDefault="00156337" w:rsidP="00E06D74">
      <w:pPr>
        <w:tabs>
          <w:tab w:val="center" w:pos="1620"/>
        </w:tabs>
        <w:jc w:val="both"/>
        <w:rPr>
          <w:u w:val="single"/>
        </w:rPr>
      </w:pPr>
    </w:p>
    <w:p w:rsidR="00E06D74" w:rsidRPr="002321E0" w:rsidRDefault="00E06D74" w:rsidP="00E06D74">
      <w:pPr>
        <w:tabs>
          <w:tab w:val="center" w:pos="1620"/>
        </w:tabs>
        <w:jc w:val="both"/>
        <w:rPr>
          <w:u w:val="single"/>
        </w:rPr>
      </w:pPr>
      <w:r w:rsidRPr="002321E0">
        <w:rPr>
          <w:u w:val="single"/>
        </w:rPr>
        <w:t xml:space="preserve">A </w:t>
      </w:r>
      <w:r w:rsidR="002E16FF" w:rsidRPr="002321E0">
        <w:rPr>
          <w:u w:val="single"/>
        </w:rPr>
        <w:t>I</w:t>
      </w:r>
      <w:r w:rsidRPr="002321E0">
        <w:rPr>
          <w:u w:val="single"/>
        </w:rPr>
        <w:t>I. határozatot kapják:</w:t>
      </w:r>
    </w:p>
    <w:p w:rsidR="00B763D5" w:rsidRPr="002321E0" w:rsidRDefault="00B763D5" w:rsidP="00E06D74">
      <w:pPr>
        <w:jc w:val="both"/>
      </w:pPr>
    </w:p>
    <w:p w:rsidR="00E06D74" w:rsidRPr="002321E0" w:rsidRDefault="00E06D74" w:rsidP="00E06D74">
      <w:pPr>
        <w:jc w:val="both"/>
      </w:pPr>
      <w:r w:rsidRPr="002321E0">
        <w:t xml:space="preserve">1.) </w:t>
      </w:r>
      <w:r w:rsidR="00AC1781" w:rsidRPr="002321E0">
        <w:t xml:space="preserve">A </w:t>
      </w:r>
      <w:r w:rsidR="002E16FF" w:rsidRPr="002321E0">
        <w:t>megválasztott alpolgármester</w:t>
      </w:r>
    </w:p>
    <w:p w:rsidR="00E06D74" w:rsidRPr="002321E0" w:rsidRDefault="00E06D74" w:rsidP="00E06D74">
      <w:pPr>
        <w:jc w:val="both"/>
      </w:pPr>
      <w:r w:rsidRPr="002321E0">
        <w:t>2.) KÖH Pénzügyi Iroda Cegléd, Kossuth tér 1.</w:t>
      </w:r>
    </w:p>
    <w:p w:rsidR="00E06D74" w:rsidRPr="002321E0" w:rsidRDefault="00E06D74" w:rsidP="00E06D74">
      <w:pPr>
        <w:jc w:val="both"/>
      </w:pPr>
      <w:r w:rsidRPr="002321E0">
        <w:t>3.) Jegyzőkönyv</w:t>
      </w:r>
    </w:p>
    <w:p w:rsidR="00E06D74" w:rsidRPr="002321E0" w:rsidRDefault="00E06D74" w:rsidP="00E06D74">
      <w:pPr>
        <w:jc w:val="both"/>
      </w:pPr>
    </w:p>
    <w:p w:rsidR="00E06D74" w:rsidRPr="002321E0" w:rsidRDefault="00E06D74" w:rsidP="00E06D74">
      <w:pPr>
        <w:jc w:val="both"/>
      </w:pPr>
    </w:p>
    <w:p w:rsidR="00E06D74" w:rsidRPr="002321E0" w:rsidRDefault="00E06D74" w:rsidP="00E06D74">
      <w:pPr>
        <w:jc w:val="both"/>
      </w:pPr>
    </w:p>
    <w:p w:rsidR="00E06D74" w:rsidRPr="002321E0" w:rsidRDefault="002E16FF" w:rsidP="00E06D74">
      <w:pPr>
        <w:jc w:val="both"/>
      </w:pPr>
      <w:r w:rsidRPr="002321E0">
        <w:t>Az előterjesztést l</w:t>
      </w:r>
      <w:r w:rsidR="00E06D74" w:rsidRPr="002321E0">
        <w:t>áttam:</w:t>
      </w:r>
    </w:p>
    <w:p w:rsidR="00E06D74" w:rsidRPr="002321E0" w:rsidRDefault="002E16FF" w:rsidP="002E16FF">
      <w:pPr>
        <w:tabs>
          <w:tab w:val="left" w:pos="2340"/>
        </w:tabs>
        <w:jc w:val="both"/>
      </w:pPr>
      <w:r w:rsidRPr="002321E0">
        <w:tab/>
      </w:r>
      <w:r w:rsidR="00E06D74" w:rsidRPr="002321E0">
        <w:t xml:space="preserve">Dr. </w:t>
      </w:r>
      <w:smartTag w:uri="urn:schemas-microsoft-com:office:smarttags" w:element="PersonName">
        <w:smartTagPr>
          <w:attr w:name="ProductID" w:val="Diósgyőri Gitta"/>
        </w:smartTagPr>
        <w:r w:rsidR="00E06D74" w:rsidRPr="002321E0">
          <w:t>Diósgyőri Gitta</w:t>
        </w:r>
      </w:smartTag>
      <w:r w:rsidR="00E06D74" w:rsidRPr="002321E0">
        <w:t xml:space="preserve"> </w:t>
      </w:r>
    </w:p>
    <w:p w:rsidR="00E06D74" w:rsidRPr="002321E0" w:rsidRDefault="002E16FF" w:rsidP="005572BD">
      <w:pPr>
        <w:tabs>
          <w:tab w:val="left" w:pos="2410"/>
        </w:tabs>
        <w:jc w:val="both"/>
      </w:pPr>
      <w:r w:rsidRPr="002321E0">
        <w:tab/>
      </w:r>
      <w:r w:rsidR="005572BD" w:rsidRPr="002321E0">
        <w:t>címzetes fő</w:t>
      </w:r>
      <w:r w:rsidR="00E06D74" w:rsidRPr="002321E0">
        <w:t>jegyző</w:t>
      </w:r>
    </w:p>
    <w:sectPr w:rsidR="00E06D74" w:rsidRPr="002321E0" w:rsidSect="003D43D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C9D" w:rsidRDefault="00731C9D">
      <w:r>
        <w:separator/>
      </w:r>
    </w:p>
  </w:endnote>
  <w:endnote w:type="continuationSeparator" w:id="0">
    <w:p w:rsidR="00731C9D" w:rsidRDefault="00731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C7C" w:rsidRPr="00532B56" w:rsidRDefault="00F95C7C" w:rsidP="005D55BD">
    <w:pPr>
      <w:pStyle w:val="llb"/>
      <w:framePr w:wrap="around" w:vAnchor="text" w:hAnchor="margin" w:xAlign="right" w:y="1"/>
      <w:rPr>
        <w:rStyle w:val="Oldalszm"/>
        <w:sz w:val="22"/>
        <w:szCs w:val="22"/>
      </w:rPr>
    </w:pPr>
    <w:r w:rsidRPr="00532B56">
      <w:rPr>
        <w:rStyle w:val="Oldalszm"/>
        <w:sz w:val="22"/>
        <w:szCs w:val="22"/>
      </w:rPr>
      <w:fldChar w:fldCharType="begin"/>
    </w:r>
    <w:r w:rsidRPr="00532B56">
      <w:rPr>
        <w:rStyle w:val="Oldalszm"/>
        <w:sz w:val="22"/>
        <w:szCs w:val="22"/>
      </w:rPr>
      <w:instrText xml:space="preserve">PAGE  </w:instrText>
    </w:r>
    <w:r w:rsidRPr="00532B56">
      <w:rPr>
        <w:rStyle w:val="Oldalszm"/>
        <w:sz w:val="22"/>
        <w:szCs w:val="22"/>
      </w:rPr>
      <w:fldChar w:fldCharType="separate"/>
    </w:r>
    <w:r w:rsidR="00B65735">
      <w:rPr>
        <w:rStyle w:val="Oldalszm"/>
        <w:noProof/>
        <w:sz w:val="22"/>
        <w:szCs w:val="22"/>
      </w:rPr>
      <w:t>2</w:t>
    </w:r>
    <w:r w:rsidRPr="00532B56">
      <w:rPr>
        <w:rStyle w:val="Oldalszm"/>
        <w:sz w:val="22"/>
        <w:szCs w:val="22"/>
      </w:rPr>
      <w:fldChar w:fldCharType="end"/>
    </w:r>
    <w:r w:rsidRPr="00532B56">
      <w:rPr>
        <w:rStyle w:val="Oldalszm"/>
        <w:sz w:val="22"/>
        <w:szCs w:val="22"/>
      </w:rPr>
      <w:t>/</w:t>
    </w:r>
    <w:r w:rsidR="00E06D74">
      <w:rPr>
        <w:rStyle w:val="Oldalszm"/>
        <w:sz w:val="22"/>
        <w:szCs w:val="22"/>
      </w:rPr>
      <w:t>2</w:t>
    </w:r>
  </w:p>
  <w:p w:rsidR="00F95C7C" w:rsidRPr="00C769D5" w:rsidRDefault="00F95C7C" w:rsidP="00FF7619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C9D" w:rsidRDefault="00731C9D">
      <w:r>
        <w:separator/>
      </w:r>
    </w:p>
  </w:footnote>
  <w:footnote w:type="continuationSeparator" w:id="0">
    <w:p w:rsidR="00731C9D" w:rsidRDefault="00731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4A2D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A35FE"/>
    <w:multiLevelType w:val="hybridMultilevel"/>
    <w:tmpl w:val="502AE6C6"/>
    <w:lvl w:ilvl="0" w:tplc="F0AED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D023DB"/>
    <w:multiLevelType w:val="hybridMultilevel"/>
    <w:tmpl w:val="1516481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135C6F"/>
    <w:multiLevelType w:val="hybridMultilevel"/>
    <w:tmpl w:val="9C32B0E0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6D59DF"/>
    <w:multiLevelType w:val="hybridMultilevel"/>
    <w:tmpl w:val="351E44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6677C4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7A082A"/>
    <w:multiLevelType w:val="hybridMultilevel"/>
    <w:tmpl w:val="AF1C6DBA"/>
    <w:lvl w:ilvl="0" w:tplc="38B4DE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6A3C0D"/>
    <w:multiLevelType w:val="hybridMultilevel"/>
    <w:tmpl w:val="104A66A2"/>
    <w:lvl w:ilvl="0" w:tplc="703298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6A748D1"/>
    <w:multiLevelType w:val="hybridMultilevel"/>
    <w:tmpl w:val="7278DD82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C01B39"/>
    <w:multiLevelType w:val="hybridMultilevel"/>
    <w:tmpl w:val="173EE4B2"/>
    <w:lvl w:ilvl="0" w:tplc="9D5EA0F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FE4386"/>
    <w:multiLevelType w:val="hybridMultilevel"/>
    <w:tmpl w:val="7DF8F672"/>
    <w:lvl w:ilvl="0" w:tplc="D2A6B4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3B91DF8"/>
    <w:multiLevelType w:val="hybridMultilevel"/>
    <w:tmpl w:val="82A0BDF2"/>
    <w:lvl w:ilvl="0" w:tplc="650C17F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6DC74DA"/>
    <w:multiLevelType w:val="hybridMultilevel"/>
    <w:tmpl w:val="E14CBF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30D0D35"/>
    <w:multiLevelType w:val="hybridMultilevel"/>
    <w:tmpl w:val="C088A010"/>
    <w:lvl w:ilvl="0" w:tplc="3F5C1FE2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C15306"/>
    <w:multiLevelType w:val="hybridMultilevel"/>
    <w:tmpl w:val="A738A3D8"/>
    <w:lvl w:ilvl="0" w:tplc="040E000F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16">
    <w:nsid w:val="7731628E"/>
    <w:multiLevelType w:val="hybridMultilevel"/>
    <w:tmpl w:val="6FC66DB8"/>
    <w:lvl w:ilvl="0" w:tplc="BF8609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7A822C1E"/>
    <w:multiLevelType w:val="hybridMultilevel"/>
    <w:tmpl w:val="B5AE81F6"/>
    <w:lvl w:ilvl="0" w:tplc="01EC26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7B4029DD"/>
    <w:multiLevelType w:val="hybridMultilevel"/>
    <w:tmpl w:val="8B2CAF74"/>
    <w:lvl w:ilvl="0" w:tplc="A5BA77D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1A234B"/>
    <w:multiLevelType w:val="hybridMultilevel"/>
    <w:tmpl w:val="DFDEE8A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8"/>
  </w:num>
  <w:num w:numId="4">
    <w:abstractNumId w:val="8"/>
  </w:num>
  <w:num w:numId="5">
    <w:abstractNumId w:val="3"/>
  </w:num>
  <w:num w:numId="6">
    <w:abstractNumId w:val="19"/>
  </w:num>
  <w:num w:numId="7">
    <w:abstractNumId w:val="13"/>
  </w:num>
  <w:num w:numId="8">
    <w:abstractNumId w:val="6"/>
  </w:num>
  <w:num w:numId="9">
    <w:abstractNumId w:val="1"/>
  </w:num>
  <w:num w:numId="10">
    <w:abstractNumId w:val="9"/>
  </w:num>
  <w:num w:numId="11">
    <w:abstractNumId w:val="11"/>
  </w:num>
  <w:num w:numId="12">
    <w:abstractNumId w:val="4"/>
  </w:num>
  <w:num w:numId="13">
    <w:abstractNumId w:val="16"/>
  </w:num>
  <w:num w:numId="14">
    <w:abstractNumId w:val="2"/>
  </w:num>
  <w:num w:numId="15">
    <w:abstractNumId w:val="17"/>
  </w:num>
  <w:num w:numId="16">
    <w:abstractNumId w:val="7"/>
  </w:num>
  <w:num w:numId="17">
    <w:abstractNumId w:val="5"/>
  </w:num>
  <w:num w:numId="18">
    <w:abstractNumId w:val="14"/>
  </w:num>
  <w:num w:numId="19">
    <w:abstractNumId w:val="0"/>
  </w:num>
  <w:num w:numId="20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A5A"/>
    <w:rsid w:val="00004B60"/>
    <w:rsid w:val="00006DAE"/>
    <w:rsid w:val="00010740"/>
    <w:rsid w:val="000121A9"/>
    <w:rsid w:val="00014137"/>
    <w:rsid w:val="000208C6"/>
    <w:rsid w:val="00022CFF"/>
    <w:rsid w:val="00023E6C"/>
    <w:rsid w:val="00026F8D"/>
    <w:rsid w:val="000275B0"/>
    <w:rsid w:val="000348D4"/>
    <w:rsid w:val="000356FE"/>
    <w:rsid w:val="00043A22"/>
    <w:rsid w:val="00044F9F"/>
    <w:rsid w:val="00047260"/>
    <w:rsid w:val="00047EC0"/>
    <w:rsid w:val="00051EF1"/>
    <w:rsid w:val="000567F5"/>
    <w:rsid w:val="00061FCA"/>
    <w:rsid w:val="00066DC0"/>
    <w:rsid w:val="000679D2"/>
    <w:rsid w:val="0007288D"/>
    <w:rsid w:val="0007520F"/>
    <w:rsid w:val="00081EE5"/>
    <w:rsid w:val="00093F24"/>
    <w:rsid w:val="000960ED"/>
    <w:rsid w:val="00096D5B"/>
    <w:rsid w:val="00097517"/>
    <w:rsid w:val="000A0103"/>
    <w:rsid w:val="000A50D6"/>
    <w:rsid w:val="000B0770"/>
    <w:rsid w:val="000B335F"/>
    <w:rsid w:val="000C02CA"/>
    <w:rsid w:val="000C3512"/>
    <w:rsid w:val="000C65BB"/>
    <w:rsid w:val="000D18EB"/>
    <w:rsid w:val="000D2308"/>
    <w:rsid w:val="000D7F82"/>
    <w:rsid w:val="000E73E0"/>
    <w:rsid w:val="000F28C1"/>
    <w:rsid w:val="001003FD"/>
    <w:rsid w:val="001011FF"/>
    <w:rsid w:val="0011044B"/>
    <w:rsid w:val="001161F1"/>
    <w:rsid w:val="00117A6B"/>
    <w:rsid w:val="001200DE"/>
    <w:rsid w:val="00133B43"/>
    <w:rsid w:val="00133BCC"/>
    <w:rsid w:val="0013561E"/>
    <w:rsid w:val="00135DB0"/>
    <w:rsid w:val="001528E9"/>
    <w:rsid w:val="00153BE0"/>
    <w:rsid w:val="0015443C"/>
    <w:rsid w:val="0015448B"/>
    <w:rsid w:val="00154F56"/>
    <w:rsid w:val="00156337"/>
    <w:rsid w:val="00161734"/>
    <w:rsid w:val="00170E20"/>
    <w:rsid w:val="00171F12"/>
    <w:rsid w:val="00175161"/>
    <w:rsid w:val="00184458"/>
    <w:rsid w:val="0018554B"/>
    <w:rsid w:val="00185D11"/>
    <w:rsid w:val="00185EB5"/>
    <w:rsid w:val="0018779B"/>
    <w:rsid w:val="00193733"/>
    <w:rsid w:val="00196CC5"/>
    <w:rsid w:val="001A11F5"/>
    <w:rsid w:val="001A16F5"/>
    <w:rsid w:val="001A2E6A"/>
    <w:rsid w:val="001A39AE"/>
    <w:rsid w:val="001A6DDE"/>
    <w:rsid w:val="001B48F9"/>
    <w:rsid w:val="001B517E"/>
    <w:rsid w:val="001B7DEA"/>
    <w:rsid w:val="001C0A2D"/>
    <w:rsid w:val="001C2C0F"/>
    <w:rsid w:val="001D450F"/>
    <w:rsid w:val="00204737"/>
    <w:rsid w:val="0021171A"/>
    <w:rsid w:val="0021316F"/>
    <w:rsid w:val="00215325"/>
    <w:rsid w:val="00216E63"/>
    <w:rsid w:val="00221548"/>
    <w:rsid w:val="00224677"/>
    <w:rsid w:val="002321E0"/>
    <w:rsid w:val="00232497"/>
    <w:rsid w:val="002566F8"/>
    <w:rsid w:val="0028159F"/>
    <w:rsid w:val="0028622D"/>
    <w:rsid w:val="00292F6C"/>
    <w:rsid w:val="002970D2"/>
    <w:rsid w:val="00297AD1"/>
    <w:rsid w:val="002A69F6"/>
    <w:rsid w:val="002A7AF3"/>
    <w:rsid w:val="002A7B3B"/>
    <w:rsid w:val="002B4A9C"/>
    <w:rsid w:val="002B507B"/>
    <w:rsid w:val="002B6300"/>
    <w:rsid w:val="002E16FF"/>
    <w:rsid w:val="002E2679"/>
    <w:rsid w:val="002E2EA8"/>
    <w:rsid w:val="002E35DA"/>
    <w:rsid w:val="002E5E24"/>
    <w:rsid w:val="002F2276"/>
    <w:rsid w:val="002F50A6"/>
    <w:rsid w:val="002F5401"/>
    <w:rsid w:val="002F57E8"/>
    <w:rsid w:val="00302874"/>
    <w:rsid w:val="00304A9E"/>
    <w:rsid w:val="003149FE"/>
    <w:rsid w:val="00315D49"/>
    <w:rsid w:val="00321FF4"/>
    <w:rsid w:val="0032461F"/>
    <w:rsid w:val="00330797"/>
    <w:rsid w:val="00332635"/>
    <w:rsid w:val="00332927"/>
    <w:rsid w:val="00333BF5"/>
    <w:rsid w:val="00340694"/>
    <w:rsid w:val="00353D97"/>
    <w:rsid w:val="00357DED"/>
    <w:rsid w:val="00361958"/>
    <w:rsid w:val="00363D7C"/>
    <w:rsid w:val="00367310"/>
    <w:rsid w:val="00367787"/>
    <w:rsid w:val="00373960"/>
    <w:rsid w:val="00390C48"/>
    <w:rsid w:val="0039384F"/>
    <w:rsid w:val="0039439E"/>
    <w:rsid w:val="003A0AB1"/>
    <w:rsid w:val="003A12C6"/>
    <w:rsid w:val="003A2A96"/>
    <w:rsid w:val="003A3D03"/>
    <w:rsid w:val="003A4A68"/>
    <w:rsid w:val="003C154B"/>
    <w:rsid w:val="003C1C88"/>
    <w:rsid w:val="003D222F"/>
    <w:rsid w:val="003D2CC7"/>
    <w:rsid w:val="003D408D"/>
    <w:rsid w:val="003D43D9"/>
    <w:rsid w:val="003F7235"/>
    <w:rsid w:val="004034BE"/>
    <w:rsid w:val="004104E4"/>
    <w:rsid w:val="00412A2C"/>
    <w:rsid w:val="00412D41"/>
    <w:rsid w:val="0042466B"/>
    <w:rsid w:val="004257B7"/>
    <w:rsid w:val="00425F7B"/>
    <w:rsid w:val="00426EBD"/>
    <w:rsid w:val="00431934"/>
    <w:rsid w:val="00431D8A"/>
    <w:rsid w:val="00436822"/>
    <w:rsid w:val="00443568"/>
    <w:rsid w:val="00451FF1"/>
    <w:rsid w:val="00455C25"/>
    <w:rsid w:val="00455CDD"/>
    <w:rsid w:val="00457F67"/>
    <w:rsid w:val="00457F69"/>
    <w:rsid w:val="0046183B"/>
    <w:rsid w:val="00465B64"/>
    <w:rsid w:val="004665FB"/>
    <w:rsid w:val="00471F8B"/>
    <w:rsid w:val="00485911"/>
    <w:rsid w:val="00492833"/>
    <w:rsid w:val="0049516B"/>
    <w:rsid w:val="004A3B69"/>
    <w:rsid w:val="004B01EE"/>
    <w:rsid w:val="004B0D40"/>
    <w:rsid w:val="004B13E1"/>
    <w:rsid w:val="004B2FAA"/>
    <w:rsid w:val="004B4EEA"/>
    <w:rsid w:val="004B7FE2"/>
    <w:rsid w:val="004C4621"/>
    <w:rsid w:val="004D53E5"/>
    <w:rsid w:val="004D6266"/>
    <w:rsid w:val="004E0B83"/>
    <w:rsid w:val="004E20A5"/>
    <w:rsid w:val="004E541F"/>
    <w:rsid w:val="004F0B76"/>
    <w:rsid w:val="004F44D7"/>
    <w:rsid w:val="004F7737"/>
    <w:rsid w:val="00503F18"/>
    <w:rsid w:val="0050421A"/>
    <w:rsid w:val="0051034E"/>
    <w:rsid w:val="00511F92"/>
    <w:rsid w:val="0051284F"/>
    <w:rsid w:val="0051512E"/>
    <w:rsid w:val="00527126"/>
    <w:rsid w:val="005309E1"/>
    <w:rsid w:val="00531126"/>
    <w:rsid w:val="005321A9"/>
    <w:rsid w:val="00532B56"/>
    <w:rsid w:val="00533C2A"/>
    <w:rsid w:val="00534647"/>
    <w:rsid w:val="00541F83"/>
    <w:rsid w:val="00545D85"/>
    <w:rsid w:val="005460EE"/>
    <w:rsid w:val="00550886"/>
    <w:rsid w:val="00550EB3"/>
    <w:rsid w:val="005572BD"/>
    <w:rsid w:val="005613A8"/>
    <w:rsid w:val="00561BC3"/>
    <w:rsid w:val="005701AB"/>
    <w:rsid w:val="005708F8"/>
    <w:rsid w:val="005764C4"/>
    <w:rsid w:val="00582254"/>
    <w:rsid w:val="00590B7A"/>
    <w:rsid w:val="00591156"/>
    <w:rsid w:val="00592B81"/>
    <w:rsid w:val="005962BD"/>
    <w:rsid w:val="005973F4"/>
    <w:rsid w:val="005A1260"/>
    <w:rsid w:val="005A1292"/>
    <w:rsid w:val="005A5DC1"/>
    <w:rsid w:val="005A7541"/>
    <w:rsid w:val="005B18C0"/>
    <w:rsid w:val="005B2660"/>
    <w:rsid w:val="005C2BB7"/>
    <w:rsid w:val="005C339E"/>
    <w:rsid w:val="005C7660"/>
    <w:rsid w:val="005D55BD"/>
    <w:rsid w:val="005D6765"/>
    <w:rsid w:val="005E0C52"/>
    <w:rsid w:val="005E0D0F"/>
    <w:rsid w:val="005E7B51"/>
    <w:rsid w:val="005F1A04"/>
    <w:rsid w:val="005F1F30"/>
    <w:rsid w:val="005F37C0"/>
    <w:rsid w:val="005F3F5D"/>
    <w:rsid w:val="00601AA8"/>
    <w:rsid w:val="00625F9A"/>
    <w:rsid w:val="006261F1"/>
    <w:rsid w:val="00627612"/>
    <w:rsid w:val="00630D0B"/>
    <w:rsid w:val="00635A78"/>
    <w:rsid w:val="00637CD1"/>
    <w:rsid w:val="00641934"/>
    <w:rsid w:val="006423C7"/>
    <w:rsid w:val="006459B7"/>
    <w:rsid w:val="00660D4F"/>
    <w:rsid w:val="006611AA"/>
    <w:rsid w:val="00672634"/>
    <w:rsid w:val="00672BFC"/>
    <w:rsid w:val="0067481C"/>
    <w:rsid w:val="006806B9"/>
    <w:rsid w:val="00684778"/>
    <w:rsid w:val="00685839"/>
    <w:rsid w:val="00685D8C"/>
    <w:rsid w:val="0068766D"/>
    <w:rsid w:val="00693242"/>
    <w:rsid w:val="006A5596"/>
    <w:rsid w:val="006A7907"/>
    <w:rsid w:val="006B36E7"/>
    <w:rsid w:val="006B3B6B"/>
    <w:rsid w:val="006B599F"/>
    <w:rsid w:val="006C154F"/>
    <w:rsid w:val="006C2888"/>
    <w:rsid w:val="006C5DDE"/>
    <w:rsid w:val="006D0321"/>
    <w:rsid w:val="006D2F28"/>
    <w:rsid w:val="006D41CE"/>
    <w:rsid w:val="006E0EFB"/>
    <w:rsid w:val="006E4C13"/>
    <w:rsid w:val="006E64AC"/>
    <w:rsid w:val="006F15DB"/>
    <w:rsid w:val="006F53C4"/>
    <w:rsid w:val="006F5AAE"/>
    <w:rsid w:val="006F7F8C"/>
    <w:rsid w:val="00712A80"/>
    <w:rsid w:val="00712FBC"/>
    <w:rsid w:val="00725110"/>
    <w:rsid w:val="00731C9D"/>
    <w:rsid w:val="007540F5"/>
    <w:rsid w:val="00755383"/>
    <w:rsid w:val="007616D3"/>
    <w:rsid w:val="00770566"/>
    <w:rsid w:val="00772B2B"/>
    <w:rsid w:val="00783B4A"/>
    <w:rsid w:val="00785248"/>
    <w:rsid w:val="00785316"/>
    <w:rsid w:val="00794769"/>
    <w:rsid w:val="00797BB6"/>
    <w:rsid w:val="007A0330"/>
    <w:rsid w:val="007A5E8A"/>
    <w:rsid w:val="007A7C27"/>
    <w:rsid w:val="007B13C1"/>
    <w:rsid w:val="007B37FB"/>
    <w:rsid w:val="007B7774"/>
    <w:rsid w:val="007D095D"/>
    <w:rsid w:val="007D7A87"/>
    <w:rsid w:val="007E1D11"/>
    <w:rsid w:val="007E3B61"/>
    <w:rsid w:val="007E6C56"/>
    <w:rsid w:val="007E6E02"/>
    <w:rsid w:val="007E7B37"/>
    <w:rsid w:val="007E7E19"/>
    <w:rsid w:val="007F4965"/>
    <w:rsid w:val="00801350"/>
    <w:rsid w:val="00801F1F"/>
    <w:rsid w:val="0080317E"/>
    <w:rsid w:val="00805136"/>
    <w:rsid w:val="0081116F"/>
    <w:rsid w:val="0082113A"/>
    <w:rsid w:val="00830B4A"/>
    <w:rsid w:val="00845857"/>
    <w:rsid w:val="00846C52"/>
    <w:rsid w:val="00853C56"/>
    <w:rsid w:val="0085690F"/>
    <w:rsid w:val="00856A52"/>
    <w:rsid w:val="00860B7A"/>
    <w:rsid w:val="00865AE9"/>
    <w:rsid w:val="00870D04"/>
    <w:rsid w:val="00872021"/>
    <w:rsid w:val="0087234D"/>
    <w:rsid w:val="00877662"/>
    <w:rsid w:val="00880990"/>
    <w:rsid w:val="008960C4"/>
    <w:rsid w:val="008A5468"/>
    <w:rsid w:val="008A58CF"/>
    <w:rsid w:val="008B461C"/>
    <w:rsid w:val="008C4F43"/>
    <w:rsid w:val="008D1BB1"/>
    <w:rsid w:val="008E255C"/>
    <w:rsid w:val="008E2656"/>
    <w:rsid w:val="008E4D89"/>
    <w:rsid w:val="008F271D"/>
    <w:rsid w:val="008F5158"/>
    <w:rsid w:val="0090518F"/>
    <w:rsid w:val="009106F6"/>
    <w:rsid w:val="00913D6C"/>
    <w:rsid w:val="0092041C"/>
    <w:rsid w:val="00920A73"/>
    <w:rsid w:val="009231C8"/>
    <w:rsid w:val="00924A0F"/>
    <w:rsid w:val="00926DBD"/>
    <w:rsid w:val="00930AA9"/>
    <w:rsid w:val="00940306"/>
    <w:rsid w:val="009404AE"/>
    <w:rsid w:val="00941B3A"/>
    <w:rsid w:val="00943075"/>
    <w:rsid w:val="009479F4"/>
    <w:rsid w:val="00947D8D"/>
    <w:rsid w:val="00950208"/>
    <w:rsid w:val="0096720E"/>
    <w:rsid w:val="009732C1"/>
    <w:rsid w:val="009738DA"/>
    <w:rsid w:val="00973CA8"/>
    <w:rsid w:val="00975144"/>
    <w:rsid w:val="00984C93"/>
    <w:rsid w:val="00985403"/>
    <w:rsid w:val="009859EF"/>
    <w:rsid w:val="00985A9C"/>
    <w:rsid w:val="00987101"/>
    <w:rsid w:val="009873A5"/>
    <w:rsid w:val="009B0498"/>
    <w:rsid w:val="009B1A94"/>
    <w:rsid w:val="009C624A"/>
    <w:rsid w:val="009D5C68"/>
    <w:rsid w:val="009D6C6F"/>
    <w:rsid w:val="009D7193"/>
    <w:rsid w:val="009E142B"/>
    <w:rsid w:val="009E1C3C"/>
    <w:rsid w:val="009E2023"/>
    <w:rsid w:val="009E724C"/>
    <w:rsid w:val="009E7A72"/>
    <w:rsid w:val="009E7B88"/>
    <w:rsid w:val="00A00229"/>
    <w:rsid w:val="00A02DA8"/>
    <w:rsid w:val="00A0488E"/>
    <w:rsid w:val="00A237DB"/>
    <w:rsid w:val="00A24CF0"/>
    <w:rsid w:val="00A30819"/>
    <w:rsid w:val="00A31026"/>
    <w:rsid w:val="00A362D9"/>
    <w:rsid w:val="00A3798D"/>
    <w:rsid w:val="00A44A1B"/>
    <w:rsid w:val="00A476DA"/>
    <w:rsid w:val="00A5742A"/>
    <w:rsid w:val="00A57924"/>
    <w:rsid w:val="00A6526F"/>
    <w:rsid w:val="00A723F8"/>
    <w:rsid w:val="00A81E2D"/>
    <w:rsid w:val="00A86A5A"/>
    <w:rsid w:val="00A912BF"/>
    <w:rsid w:val="00A97FAA"/>
    <w:rsid w:val="00AA3C8C"/>
    <w:rsid w:val="00AA769E"/>
    <w:rsid w:val="00AB1986"/>
    <w:rsid w:val="00AB480E"/>
    <w:rsid w:val="00AC01F2"/>
    <w:rsid w:val="00AC1781"/>
    <w:rsid w:val="00AC3151"/>
    <w:rsid w:val="00AC4AB7"/>
    <w:rsid w:val="00AC6E62"/>
    <w:rsid w:val="00AD38EE"/>
    <w:rsid w:val="00AE01FC"/>
    <w:rsid w:val="00AE2FCD"/>
    <w:rsid w:val="00AE71D6"/>
    <w:rsid w:val="00AF0662"/>
    <w:rsid w:val="00AF435F"/>
    <w:rsid w:val="00AF4C58"/>
    <w:rsid w:val="00AF6E94"/>
    <w:rsid w:val="00B00C57"/>
    <w:rsid w:val="00B0303A"/>
    <w:rsid w:val="00B10012"/>
    <w:rsid w:val="00B12889"/>
    <w:rsid w:val="00B141AC"/>
    <w:rsid w:val="00B23461"/>
    <w:rsid w:val="00B23598"/>
    <w:rsid w:val="00B26B13"/>
    <w:rsid w:val="00B32B0A"/>
    <w:rsid w:val="00B402AC"/>
    <w:rsid w:val="00B404D8"/>
    <w:rsid w:val="00B42FF6"/>
    <w:rsid w:val="00B50B94"/>
    <w:rsid w:val="00B5182B"/>
    <w:rsid w:val="00B51A63"/>
    <w:rsid w:val="00B51BFF"/>
    <w:rsid w:val="00B51D97"/>
    <w:rsid w:val="00B57590"/>
    <w:rsid w:val="00B63BAF"/>
    <w:rsid w:val="00B65735"/>
    <w:rsid w:val="00B671B3"/>
    <w:rsid w:val="00B716E4"/>
    <w:rsid w:val="00B72085"/>
    <w:rsid w:val="00B7368F"/>
    <w:rsid w:val="00B739B8"/>
    <w:rsid w:val="00B75A50"/>
    <w:rsid w:val="00B763D5"/>
    <w:rsid w:val="00B826E7"/>
    <w:rsid w:val="00B85B14"/>
    <w:rsid w:val="00B86071"/>
    <w:rsid w:val="00B93DB3"/>
    <w:rsid w:val="00B9524F"/>
    <w:rsid w:val="00BA0E23"/>
    <w:rsid w:val="00BA678F"/>
    <w:rsid w:val="00BB3BE3"/>
    <w:rsid w:val="00BC0508"/>
    <w:rsid w:val="00BC18CE"/>
    <w:rsid w:val="00BC54C0"/>
    <w:rsid w:val="00BD0A97"/>
    <w:rsid w:val="00BD31F0"/>
    <w:rsid w:val="00BD6590"/>
    <w:rsid w:val="00BD76FE"/>
    <w:rsid w:val="00BE4DE0"/>
    <w:rsid w:val="00BE673E"/>
    <w:rsid w:val="00BF5326"/>
    <w:rsid w:val="00BF757E"/>
    <w:rsid w:val="00C0388C"/>
    <w:rsid w:val="00C20981"/>
    <w:rsid w:val="00C23A2A"/>
    <w:rsid w:val="00C30D90"/>
    <w:rsid w:val="00C33BE6"/>
    <w:rsid w:val="00C43A25"/>
    <w:rsid w:val="00C45566"/>
    <w:rsid w:val="00C459DE"/>
    <w:rsid w:val="00C46EB3"/>
    <w:rsid w:val="00C52BA4"/>
    <w:rsid w:val="00C57835"/>
    <w:rsid w:val="00C629A1"/>
    <w:rsid w:val="00C769D5"/>
    <w:rsid w:val="00C83846"/>
    <w:rsid w:val="00C86491"/>
    <w:rsid w:val="00C874C7"/>
    <w:rsid w:val="00C904BC"/>
    <w:rsid w:val="00C92E8D"/>
    <w:rsid w:val="00C959AF"/>
    <w:rsid w:val="00CA1936"/>
    <w:rsid w:val="00CB0D6A"/>
    <w:rsid w:val="00CC6523"/>
    <w:rsid w:val="00CD1F40"/>
    <w:rsid w:val="00CD3DF0"/>
    <w:rsid w:val="00CE0FBF"/>
    <w:rsid w:val="00CE2592"/>
    <w:rsid w:val="00CF232D"/>
    <w:rsid w:val="00CF68DD"/>
    <w:rsid w:val="00D017DC"/>
    <w:rsid w:val="00D07ED7"/>
    <w:rsid w:val="00D145D3"/>
    <w:rsid w:val="00D20EE6"/>
    <w:rsid w:val="00D33F67"/>
    <w:rsid w:val="00D409FC"/>
    <w:rsid w:val="00D44BA4"/>
    <w:rsid w:val="00D5343D"/>
    <w:rsid w:val="00D70108"/>
    <w:rsid w:val="00D74F21"/>
    <w:rsid w:val="00D92B67"/>
    <w:rsid w:val="00D93545"/>
    <w:rsid w:val="00DA09CB"/>
    <w:rsid w:val="00DA0E1B"/>
    <w:rsid w:val="00DA1685"/>
    <w:rsid w:val="00DA2F14"/>
    <w:rsid w:val="00DA5B9D"/>
    <w:rsid w:val="00DB042D"/>
    <w:rsid w:val="00DB1888"/>
    <w:rsid w:val="00DB26AB"/>
    <w:rsid w:val="00DB38A1"/>
    <w:rsid w:val="00DB50B6"/>
    <w:rsid w:val="00DB5E2C"/>
    <w:rsid w:val="00DB66C4"/>
    <w:rsid w:val="00DB68D4"/>
    <w:rsid w:val="00DC1E3F"/>
    <w:rsid w:val="00DC5341"/>
    <w:rsid w:val="00DD1B4C"/>
    <w:rsid w:val="00DD2675"/>
    <w:rsid w:val="00DE33FC"/>
    <w:rsid w:val="00DE4295"/>
    <w:rsid w:val="00DE5396"/>
    <w:rsid w:val="00DE72A4"/>
    <w:rsid w:val="00DF7FBA"/>
    <w:rsid w:val="00E02C95"/>
    <w:rsid w:val="00E06D74"/>
    <w:rsid w:val="00E11945"/>
    <w:rsid w:val="00E1237C"/>
    <w:rsid w:val="00E167BB"/>
    <w:rsid w:val="00E2189F"/>
    <w:rsid w:val="00E247CA"/>
    <w:rsid w:val="00E24B47"/>
    <w:rsid w:val="00E4559C"/>
    <w:rsid w:val="00E46B76"/>
    <w:rsid w:val="00E537A3"/>
    <w:rsid w:val="00E546A3"/>
    <w:rsid w:val="00E567A1"/>
    <w:rsid w:val="00E668C8"/>
    <w:rsid w:val="00E67777"/>
    <w:rsid w:val="00E7159B"/>
    <w:rsid w:val="00E75081"/>
    <w:rsid w:val="00E82D6C"/>
    <w:rsid w:val="00E8529F"/>
    <w:rsid w:val="00E924ED"/>
    <w:rsid w:val="00EA3204"/>
    <w:rsid w:val="00EA5D98"/>
    <w:rsid w:val="00EA704E"/>
    <w:rsid w:val="00EA7A2C"/>
    <w:rsid w:val="00EB1C5F"/>
    <w:rsid w:val="00EB4A18"/>
    <w:rsid w:val="00EC3C46"/>
    <w:rsid w:val="00EC645C"/>
    <w:rsid w:val="00ED2BD2"/>
    <w:rsid w:val="00ED30D6"/>
    <w:rsid w:val="00ED56CE"/>
    <w:rsid w:val="00EE1140"/>
    <w:rsid w:val="00EF15C7"/>
    <w:rsid w:val="00EF1901"/>
    <w:rsid w:val="00F10DE6"/>
    <w:rsid w:val="00F20A26"/>
    <w:rsid w:val="00F25875"/>
    <w:rsid w:val="00F27A6F"/>
    <w:rsid w:val="00F37156"/>
    <w:rsid w:val="00F37F9E"/>
    <w:rsid w:val="00F42607"/>
    <w:rsid w:val="00F50864"/>
    <w:rsid w:val="00F50DB5"/>
    <w:rsid w:val="00F53C04"/>
    <w:rsid w:val="00F55B8C"/>
    <w:rsid w:val="00F738CB"/>
    <w:rsid w:val="00F744FB"/>
    <w:rsid w:val="00F746FF"/>
    <w:rsid w:val="00F83632"/>
    <w:rsid w:val="00F855F9"/>
    <w:rsid w:val="00F871E5"/>
    <w:rsid w:val="00F9254B"/>
    <w:rsid w:val="00F93970"/>
    <w:rsid w:val="00F95C7C"/>
    <w:rsid w:val="00FB374F"/>
    <w:rsid w:val="00FC1ED6"/>
    <w:rsid w:val="00FD0B4B"/>
    <w:rsid w:val="00FD1116"/>
    <w:rsid w:val="00FE04DD"/>
    <w:rsid w:val="00FE5CF1"/>
    <w:rsid w:val="00FE6E55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26DB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basedOn w:val="Norml"/>
    <w:next w:val="Norml"/>
    <w:link w:val="Cmsor2Char"/>
    <w:qFormat/>
    <w:rsid w:val="00926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926DBD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926DBD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customStyle="1" w:styleId="Cmsor1Char">
    <w:name w:val="Címsor 1 Char"/>
    <w:link w:val="Cmsor1"/>
    <w:rsid w:val="00926DBD"/>
    <w:rPr>
      <w:b/>
      <w:smallCaps/>
      <w:sz w:val="24"/>
      <w:lang w:val="hu-HU" w:eastAsia="hu-HU" w:bidi="ar-SA"/>
    </w:rPr>
  </w:style>
  <w:style w:type="character" w:customStyle="1" w:styleId="Cmsor2Char">
    <w:name w:val="Címsor 2 Char"/>
    <w:link w:val="Cmsor2"/>
    <w:rsid w:val="00926DBD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customStyle="1" w:styleId="Cmsor3Char">
    <w:name w:val="Címsor 3 Char"/>
    <w:link w:val="Cmsor3"/>
    <w:rsid w:val="00926DBD"/>
    <w:rPr>
      <w:b/>
      <w:bCs/>
      <w:sz w:val="24"/>
      <w:szCs w:val="24"/>
      <w:lang w:val="hu-HU" w:eastAsia="hu-HU" w:bidi="ar-SA"/>
    </w:rPr>
  </w:style>
  <w:style w:type="character" w:customStyle="1" w:styleId="Cmsor4Char">
    <w:name w:val="Címsor 4 Char"/>
    <w:link w:val="Cmsor4"/>
    <w:rsid w:val="00926DBD"/>
    <w:rPr>
      <w:b/>
      <w:sz w:val="24"/>
      <w:szCs w:val="24"/>
      <w:lang w:val="hu-HU" w:eastAsia="hu-HU" w:bidi="ar-SA"/>
    </w:rPr>
  </w:style>
  <w:style w:type="paragraph" w:styleId="lfej">
    <w:name w:val="header"/>
    <w:basedOn w:val="Norml"/>
    <w:link w:val="lfejChar"/>
    <w:rsid w:val="0052712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26DBD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rsid w:val="0052712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926DBD"/>
    <w:rPr>
      <w:sz w:val="24"/>
      <w:szCs w:val="24"/>
      <w:lang w:val="hu-HU" w:eastAsia="hu-HU" w:bidi="ar-SA"/>
    </w:r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link w:val="BuborkszvegChar"/>
    <w:semiHidden/>
    <w:rsid w:val="00BE67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947D8D"/>
    <w:rPr>
      <w:rFonts w:ascii="Tahoma" w:hAnsi="Tahoma" w:cs="Tahoma"/>
      <w:sz w:val="16"/>
      <w:szCs w:val="16"/>
      <w:lang w:val="hu-HU" w:eastAsia="hu-HU" w:bidi="ar-SA"/>
    </w:rPr>
  </w:style>
  <w:style w:type="character" w:styleId="Hiperhivatkozs">
    <w:name w:val="Hyperlink"/>
    <w:rsid w:val="00E82D6C"/>
    <w:rPr>
      <w:color w:val="0000FF"/>
      <w:u w:val="single"/>
    </w:rPr>
  </w:style>
  <w:style w:type="paragraph" w:styleId="Dokumentumtrkp">
    <w:name w:val="Document Map"/>
    <w:basedOn w:val="Norml"/>
    <w:semiHidden/>
    <w:rsid w:val="00637CD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Rcsostblzat">
    <w:name w:val="Table Grid"/>
    <w:basedOn w:val="Normltblzat"/>
    <w:rsid w:val="00926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qFormat/>
    <w:rsid w:val="00926DBD"/>
    <w:pPr>
      <w:ind w:left="708"/>
    </w:pPr>
  </w:style>
  <w:style w:type="paragraph" w:customStyle="1" w:styleId="Default">
    <w:name w:val="Default"/>
    <w:rsid w:val="00926D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harChar1Char">
    <w:name w:val=" 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926DBD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link w:val="Szvegtrzs"/>
    <w:rsid w:val="00926DBD"/>
    <w:rPr>
      <w:rFonts w:ascii="Arial" w:hAnsi="Arial"/>
      <w:b/>
      <w:sz w:val="24"/>
      <w:lang w:val="hu-HU" w:eastAsia="ar-SA" w:bidi="ar-SA"/>
    </w:rPr>
  </w:style>
  <w:style w:type="paragraph" w:styleId="Szvegtrzs2">
    <w:name w:val="Body Text 2"/>
    <w:basedOn w:val="Norml"/>
    <w:link w:val="Szvegtrzs2Char"/>
    <w:rsid w:val="00926DBD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26DBD"/>
    <w:rPr>
      <w:sz w:val="24"/>
      <w:szCs w:val="24"/>
      <w:lang w:val="hu-HU" w:eastAsia="hu-HU" w:bidi="ar-SA"/>
    </w:rPr>
  </w:style>
  <w:style w:type="paragraph" w:styleId="Szvegtrzs3">
    <w:name w:val="Body Text 3"/>
    <w:basedOn w:val="Norml"/>
    <w:link w:val="Szvegtrzs3Char"/>
    <w:rsid w:val="00926DB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26DBD"/>
    <w:rPr>
      <w:sz w:val="16"/>
      <w:szCs w:val="16"/>
      <w:lang w:val="hu-HU" w:eastAsia="hu-HU" w:bidi="ar-SA"/>
    </w:rPr>
  </w:style>
  <w:style w:type="paragraph" w:styleId="Szvegtrzsbehzssal3">
    <w:name w:val="Body Text Indent 3"/>
    <w:basedOn w:val="Norml"/>
    <w:link w:val="Szvegtrzsbehzssal3Char"/>
    <w:rsid w:val="00926D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rsid w:val="00926DBD"/>
    <w:rPr>
      <w:sz w:val="16"/>
      <w:szCs w:val="16"/>
      <w:lang w:val="hu-HU" w:eastAsia="hu-HU" w:bidi="ar-SA"/>
    </w:rPr>
  </w:style>
  <w:style w:type="paragraph" w:customStyle="1" w:styleId="Alaprtelmezs">
    <w:name w:val="Alapértelmezés"/>
    <w:rsid w:val="00926DBD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NormlWeb">
    <w:name w:val="Normal (Web)"/>
    <w:basedOn w:val="Norml"/>
    <w:rsid w:val="00926DBD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926DBD"/>
    <w:pPr>
      <w:jc w:val="center"/>
    </w:pPr>
    <w:rPr>
      <w:b/>
      <w:bCs/>
    </w:rPr>
  </w:style>
  <w:style w:type="character" w:customStyle="1" w:styleId="CmChar">
    <w:name w:val="Cím Char"/>
    <w:link w:val="Cm"/>
    <w:rsid w:val="00926DBD"/>
    <w:rPr>
      <w:b/>
      <w:bCs/>
      <w:sz w:val="24"/>
      <w:szCs w:val="24"/>
      <w:lang w:val="hu-HU" w:eastAsia="hu-HU" w:bidi="ar-SA"/>
    </w:rPr>
  </w:style>
  <w:style w:type="paragraph" w:styleId="Kpalrs">
    <w:name w:val="caption"/>
    <w:basedOn w:val="Norml"/>
    <w:next w:val="Norml"/>
    <w:qFormat/>
    <w:rsid w:val="00926DBD"/>
    <w:rPr>
      <w:b/>
      <w:bCs/>
    </w:rPr>
  </w:style>
  <w:style w:type="character" w:customStyle="1" w:styleId="LbjegyzetszvegChar">
    <w:name w:val="Lábjegyzetszöveg Char"/>
    <w:link w:val="Lbjegyzetszveg"/>
    <w:semiHidden/>
    <w:rsid w:val="00926DBD"/>
    <w:rPr>
      <w:lang w:eastAsia="hu-HU" w:bidi="ar-SA"/>
    </w:rPr>
  </w:style>
  <w:style w:type="paragraph" w:styleId="Lbjegyzetszveg">
    <w:name w:val="footnote text"/>
    <w:basedOn w:val="Norml"/>
    <w:link w:val="LbjegyzetszvegChar"/>
    <w:semiHidden/>
    <w:rsid w:val="00926DBD"/>
    <w:rPr>
      <w:sz w:val="20"/>
      <w:szCs w:val="20"/>
      <w:lang w:val="hu-HU"/>
    </w:rPr>
  </w:style>
  <w:style w:type="paragraph" w:customStyle="1" w:styleId="ListParagraph">
    <w:name w:val="List Paragraph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6423C7"/>
    <w:rPr>
      <w:vertAlign w:val="superscript"/>
    </w:rPr>
  </w:style>
  <w:style w:type="paragraph" w:styleId="Szvegtrzsbehzssal2">
    <w:name w:val="Body Text Indent 2"/>
    <w:basedOn w:val="Norml"/>
    <w:rsid w:val="00F738CB"/>
    <w:pPr>
      <w:spacing w:after="120" w:line="480" w:lineRule="auto"/>
      <w:ind w:left="283"/>
    </w:pPr>
  </w:style>
  <w:style w:type="paragraph" w:customStyle="1" w:styleId="font5">
    <w:name w:val="font5"/>
    <w:basedOn w:val="Norml"/>
    <w:rsid w:val="00F53C04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F53C04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F53C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26DB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basedOn w:val="Norml"/>
    <w:next w:val="Norml"/>
    <w:link w:val="Cmsor2Char"/>
    <w:qFormat/>
    <w:rsid w:val="00926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926DBD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926DBD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customStyle="1" w:styleId="Cmsor1Char">
    <w:name w:val="Címsor 1 Char"/>
    <w:link w:val="Cmsor1"/>
    <w:rsid w:val="00926DBD"/>
    <w:rPr>
      <w:b/>
      <w:smallCaps/>
      <w:sz w:val="24"/>
      <w:lang w:val="hu-HU" w:eastAsia="hu-HU" w:bidi="ar-SA"/>
    </w:rPr>
  </w:style>
  <w:style w:type="character" w:customStyle="1" w:styleId="Cmsor2Char">
    <w:name w:val="Címsor 2 Char"/>
    <w:link w:val="Cmsor2"/>
    <w:rsid w:val="00926DBD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customStyle="1" w:styleId="Cmsor3Char">
    <w:name w:val="Címsor 3 Char"/>
    <w:link w:val="Cmsor3"/>
    <w:rsid w:val="00926DBD"/>
    <w:rPr>
      <w:b/>
      <w:bCs/>
      <w:sz w:val="24"/>
      <w:szCs w:val="24"/>
      <w:lang w:val="hu-HU" w:eastAsia="hu-HU" w:bidi="ar-SA"/>
    </w:rPr>
  </w:style>
  <w:style w:type="character" w:customStyle="1" w:styleId="Cmsor4Char">
    <w:name w:val="Címsor 4 Char"/>
    <w:link w:val="Cmsor4"/>
    <w:rsid w:val="00926DBD"/>
    <w:rPr>
      <w:b/>
      <w:sz w:val="24"/>
      <w:szCs w:val="24"/>
      <w:lang w:val="hu-HU" w:eastAsia="hu-HU" w:bidi="ar-SA"/>
    </w:rPr>
  </w:style>
  <w:style w:type="paragraph" w:styleId="lfej">
    <w:name w:val="header"/>
    <w:basedOn w:val="Norml"/>
    <w:link w:val="lfejChar"/>
    <w:rsid w:val="0052712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26DBD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rsid w:val="0052712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926DBD"/>
    <w:rPr>
      <w:sz w:val="24"/>
      <w:szCs w:val="24"/>
      <w:lang w:val="hu-HU" w:eastAsia="hu-HU" w:bidi="ar-SA"/>
    </w:r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link w:val="BuborkszvegChar"/>
    <w:semiHidden/>
    <w:rsid w:val="00BE67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947D8D"/>
    <w:rPr>
      <w:rFonts w:ascii="Tahoma" w:hAnsi="Tahoma" w:cs="Tahoma"/>
      <w:sz w:val="16"/>
      <w:szCs w:val="16"/>
      <w:lang w:val="hu-HU" w:eastAsia="hu-HU" w:bidi="ar-SA"/>
    </w:rPr>
  </w:style>
  <w:style w:type="character" w:styleId="Hiperhivatkozs">
    <w:name w:val="Hyperlink"/>
    <w:rsid w:val="00E82D6C"/>
    <w:rPr>
      <w:color w:val="0000FF"/>
      <w:u w:val="single"/>
    </w:rPr>
  </w:style>
  <w:style w:type="paragraph" w:styleId="Dokumentumtrkp">
    <w:name w:val="Document Map"/>
    <w:basedOn w:val="Norml"/>
    <w:semiHidden/>
    <w:rsid w:val="00637CD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Rcsostblzat">
    <w:name w:val="Table Grid"/>
    <w:basedOn w:val="Normltblzat"/>
    <w:rsid w:val="00926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qFormat/>
    <w:rsid w:val="00926DBD"/>
    <w:pPr>
      <w:ind w:left="708"/>
    </w:pPr>
  </w:style>
  <w:style w:type="paragraph" w:customStyle="1" w:styleId="Default">
    <w:name w:val="Default"/>
    <w:rsid w:val="00926D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harChar1Char">
    <w:name w:val=" 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926DBD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link w:val="Szvegtrzs"/>
    <w:rsid w:val="00926DBD"/>
    <w:rPr>
      <w:rFonts w:ascii="Arial" w:hAnsi="Arial"/>
      <w:b/>
      <w:sz w:val="24"/>
      <w:lang w:val="hu-HU" w:eastAsia="ar-SA" w:bidi="ar-SA"/>
    </w:rPr>
  </w:style>
  <w:style w:type="paragraph" w:styleId="Szvegtrzs2">
    <w:name w:val="Body Text 2"/>
    <w:basedOn w:val="Norml"/>
    <w:link w:val="Szvegtrzs2Char"/>
    <w:rsid w:val="00926DBD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26DBD"/>
    <w:rPr>
      <w:sz w:val="24"/>
      <w:szCs w:val="24"/>
      <w:lang w:val="hu-HU" w:eastAsia="hu-HU" w:bidi="ar-SA"/>
    </w:rPr>
  </w:style>
  <w:style w:type="paragraph" w:styleId="Szvegtrzs3">
    <w:name w:val="Body Text 3"/>
    <w:basedOn w:val="Norml"/>
    <w:link w:val="Szvegtrzs3Char"/>
    <w:rsid w:val="00926DB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26DBD"/>
    <w:rPr>
      <w:sz w:val="16"/>
      <w:szCs w:val="16"/>
      <w:lang w:val="hu-HU" w:eastAsia="hu-HU" w:bidi="ar-SA"/>
    </w:rPr>
  </w:style>
  <w:style w:type="paragraph" w:styleId="Szvegtrzsbehzssal3">
    <w:name w:val="Body Text Indent 3"/>
    <w:basedOn w:val="Norml"/>
    <w:link w:val="Szvegtrzsbehzssal3Char"/>
    <w:rsid w:val="00926D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rsid w:val="00926DBD"/>
    <w:rPr>
      <w:sz w:val="16"/>
      <w:szCs w:val="16"/>
      <w:lang w:val="hu-HU" w:eastAsia="hu-HU" w:bidi="ar-SA"/>
    </w:rPr>
  </w:style>
  <w:style w:type="paragraph" w:customStyle="1" w:styleId="Alaprtelmezs">
    <w:name w:val="Alapértelmezés"/>
    <w:rsid w:val="00926DBD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NormlWeb">
    <w:name w:val="Normal (Web)"/>
    <w:basedOn w:val="Norml"/>
    <w:rsid w:val="00926DBD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926DBD"/>
    <w:pPr>
      <w:jc w:val="center"/>
    </w:pPr>
    <w:rPr>
      <w:b/>
      <w:bCs/>
    </w:rPr>
  </w:style>
  <w:style w:type="character" w:customStyle="1" w:styleId="CmChar">
    <w:name w:val="Cím Char"/>
    <w:link w:val="Cm"/>
    <w:rsid w:val="00926DBD"/>
    <w:rPr>
      <w:b/>
      <w:bCs/>
      <w:sz w:val="24"/>
      <w:szCs w:val="24"/>
      <w:lang w:val="hu-HU" w:eastAsia="hu-HU" w:bidi="ar-SA"/>
    </w:rPr>
  </w:style>
  <w:style w:type="paragraph" w:styleId="Kpalrs">
    <w:name w:val="caption"/>
    <w:basedOn w:val="Norml"/>
    <w:next w:val="Norml"/>
    <w:qFormat/>
    <w:rsid w:val="00926DBD"/>
    <w:rPr>
      <w:b/>
      <w:bCs/>
    </w:rPr>
  </w:style>
  <w:style w:type="character" w:customStyle="1" w:styleId="LbjegyzetszvegChar">
    <w:name w:val="Lábjegyzetszöveg Char"/>
    <w:link w:val="Lbjegyzetszveg"/>
    <w:semiHidden/>
    <w:rsid w:val="00926DBD"/>
    <w:rPr>
      <w:lang w:eastAsia="hu-HU" w:bidi="ar-SA"/>
    </w:rPr>
  </w:style>
  <w:style w:type="paragraph" w:styleId="Lbjegyzetszveg">
    <w:name w:val="footnote text"/>
    <w:basedOn w:val="Norml"/>
    <w:link w:val="LbjegyzetszvegChar"/>
    <w:semiHidden/>
    <w:rsid w:val="00926DBD"/>
    <w:rPr>
      <w:sz w:val="20"/>
      <w:szCs w:val="20"/>
      <w:lang w:val="hu-HU"/>
    </w:rPr>
  </w:style>
  <w:style w:type="paragraph" w:customStyle="1" w:styleId="ListParagraph">
    <w:name w:val="List Paragraph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6423C7"/>
    <w:rPr>
      <w:vertAlign w:val="superscript"/>
    </w:rPr>
  </w:style>
  <w:style w:type="paragraph" w:styleId="Szvegtrzsbehzssal2">
    <w:name w:val="Body Text Indent 2"/>
    <w:basedOn w:val="Norml"/>
    <w:rsid w:val="00F738CB"/>
    <w:pPr>
      <w:spacing w:after="120" w:line="480" w:lineRule="auto"/>
      <w:ind w:left="283"/>
    </w:pPr>
  </w:style>
  <w:style w:type="paragraph" w:customStyle="1" w:styleId="font5">
    <w:name w:val="font5"/>
    <w:basedOn w:val="Norml"/>
    <w:rsid w:val="00F53C04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F53C04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F53C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vagyoncsoport</Template>
  <TotalTime>1</TotalTime>
  <Pages>2</Pages>
  <Words>470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Bazsóka</dc:creator>
  <cp:lastModifiedBy>Windows-felhasználó</cp:lastModifiedBy>
  <cp:revision>2</cp:revision>
  <cp:lastPrinted>2019-10-25T09:09:00Z</cp:lastPrinted>
  <dcterms:created xsi:type="dcterms:W3CDTF">2019-10-31T12:05:00Z</dcterms:created>
  <dcterms:modified xsi:type="dcterms:W3CDTF">2019-10-31T12:05:00Z</dcterms:modified>
</cp:coreProperties>
</file>