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D6" w:rsidRPr="002A7B3B" w:rsidRDefault="00A82D31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-243205</wp:posOffset>
                </wp:positionV>
                <wp:extent cx="4914900" cy="800100"/>
                <wp:effectExtent l="4445" t="0" r="0" b="63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F95C7C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916CB6">
                              <w:rPr>
                                <w:sz w:val="28"/>
                                <w:szCs w:val="28"/>
                              </w:rPr>
                              <w:t xml:space="preserve">Önkormányzata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F95C7C" w:rsidRDefault="00F95C7C" w:rsidP="00FC1ED6">
                            <w:pPr>
                              <w:jc w:val="center"/>
                            </w:pPr>
                            <w:r>
                              <w:t>Tel</w:t>
                            </w:r>
                            <w:proofErr w:type="gramStart"/>
                            <w:r>
                              <w:t>.:</w:t>
                            </w:r>
                            <w:proofErr w:type="gramEnd"/>
                            <w:r>
                              <w:t xml:space="preserve"> 06/53-511-400</w:t>
                            </w: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Default="00F95C7C" w:rsidP="00845857">
                            <w:pPr>
                              <w:jc w:val="center"/>
                            </w:pPr>
                          </w:p>
                          <w:p w:rsidR="00F95C7C" w:rsidRPr="005B18C0" w:rsidRDefault="00F95C7C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6.75pt;margin-top:-19.15pt;width:38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wutQIAALo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" filled="f" stroked="f">
                <v:textbox>
                  <w:txbxContent>
                    <w:p w:rsidR="00F95C7C" w:rsidRDefault="00F95C7C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916CB6">
                        <w:rPr>
                          <w:sz w:val="28"/>
                          <w:szCs w:val="28"/>
                        </w:rPr>
                        <w:t xml:space="preserve">Önkormányzata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F95C7C" w:rsidRDefault="00F95C7C" w:rsidP="00FC1ED6">
                      <w:pPr>
                        <w:jc w:val="center"/>
                      </w:pPr>
                      <w:r>
                        <w:t>Tel</w:t>
                      </w:r>
                      <w:proofErr w:type="gramStart"/>
                      <w:r>
                        <w:t>.:</w:t>
                      </w:r>
                      <w:proofErr w:type="gramEnd"/>
                      <w:r>
                        <w:t xml:space="preserve"> 06/53-511-400</w:t>
                      </w: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Default="00F95C7C" w:rsidP="00845857">
                      <w:pPr>
                        <w:jc w:val="center"/>
                      </w:pPr>
                    </w:p>
                    <w:p w:rsidR="00F95C7C" w:rsidRPr="005B18C0" w:rsidRDefault="00F95C7C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A82D31"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9005"/>
                <wp:effectExtent l="4445" t="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5C7C" w:rsidRDefault="00A82D31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4535" cy="837565"/>
                                  <wp:effectExtent l="0" t="0" r="0" b="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535" cy="83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" filled="f" stroked="f">
                <v:textbox style="mso-fit-shape-to-text:t">
                  <w:txbxContent>
                    <w:p w:rsidR="00F95C7C" w:rsidRDefault="00A82D31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4535" cy="837565"/>
                            <wp:effectExtent l="0" t="0" r="0" b="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535" cy="83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2A7B3B" w:rsidRDefault="00A86A5A" w:rsidP="00A86A5A"/>
    <w:p w:rsidR="00363D7C" w:rsidRPr="00CE3683" w:rsidRDefault="00A82D31" w:rsidP="0086455E">
      <w:pPr>
        <w:tabs>
          <w:tab w:val="left" w:pos="4536"/>
        </w:tabs>
        <w:spacing w:before="120"/>
        <w:rPr>
          <w:sz w:val="20"/>
          <w:szCs w:val="20"/>
        </w:rPr>
      </w:pPr>
      <w:r w:rsidRPr="002A7B3B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31115</wp:posOffset>
                </wp:positionV>
                <wp:extent cx="5600700" cy="0"/>
                <wp:effectExtent l="5715" t="8890" r="13335" b="1016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2E30E325"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85pt,2.45pt" to="450.8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6A/GgIAADMEAAAOAAAAZHJzL2Uyb0RvYy54bWysU02P2yAQvVfqf0DcE3/UyS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"/>
            </w:pict>
          </mc:Fallback>
        </mc:AlternateContent>
      </w:r>
      <w:r w:rsidR="006C5DDE" w:rsidRPr="00CE3683">
        <w:rPr>
          <w:b/>
          <w:sz w:val="20"/>
          <w:szCs w:val="20"/>
        </w:rPr>
        <w:t>Ügyiratszám</w:t>
      </w:r>
      <w:r w:rsidR="006C5DDE" w:rsidRPr="00A82D31">
        <w:rPr>
          <w:sz w:val="20"/>
          <w:szCs w:val="20"/>
        </w:rPr>
        <w:t>:</w:t>
      </w:r>
      <w:r w:rsidR="0046183B" w:rsidRPr="00A82D31">
        <w:rPr>
          <w:sz w:val="20"/>
          <w:szCs w:val="20"/>
        </w:rPr>
        <w:t xml:space="preserve"> </w:t>
      </w:r>
      <w:r w:rsidR="00916CB6" w:rsidRPr="00A82D31">
        <w:rPr>
          <w:sz w:val="20"/>
          <w:szCs w:val="20"/>
        </w:rPr>
        <w:t>C</w:t>
      </w:r>
      <w:r w:rsidR="0046183B" w:rsidRPr="00A82D31">
        <w:rPr>
          <w:sz w:val="20"/>
          <w:szCs w:val="20"/>
        </w:rPr>
        <w:t>/</w:t>
      </w:r>
      <w:r w:rsidR="00396156">
        <w:rPr>
          <w:sz w:val="20"/>
          <w:szCs w:val="20"/>
        </w:rPr>
        <w:t>179</w:t>
      </w:r>
      <w:r w:rsidR="00637CD1" w:rsidRPr="00396156">
        <w:rPr>
          <w:sz w:val="20"/>
          <w:szCs w:val="20"/>
        </w:rPr>
        <w:t>/</w:t>
      </w:r>
      <w:r w:rsidR="00637CD1" w:rsidRPr="00A82D31">
        <w:rPr>
          <w:sz w:val="20"/>
          <w:szCs w:val="20"/>
        </w:rPr>
        <w:t>20</w:t>
      </w:r>
      <w:r w:rsidR="00C0623A" w:rsidRPr="00A82D31">
        <w:rPr>
          <w:sz w:val="20"/>
          <w:szCs w:val="20"/>
        </w:rPr>
        <w:t>2</w:t>
      </w:r>
      <w:r w:rsidR="00B60018" w:rsidRPr="00A82D31">
        <w:rPr>
          <w:sz w:val="20"/>
          <w:szCs w:val="20"/>
        </w:rPr>
        <w:t>5</w:t>
      </w:r>
      <w:r w:rsidR="00637CD1" w:rsidRPr="00A82D31">
        <w:rPr>
          <w:sz w:val="20"/>
          <w:szCs w:val="20"/>
        </w:rPr>
        <w:t>.</w:t>
      </w:r>
      <w:r w:rsidR="006C5DDE" w:rsidRPr="00CE3683">
        <w:rPr>
          <w:sz w:val="20"/>
          <w:szCs w:val="20"/>
        </w:rPr>
        <w:tab/>
      </w:r>
      <w:r w:rsidR="006C5DDE" w:rsidRPr="00CE3683">
        <w:rPr>
          <w:b/>
          <w:sz w:val="20"/>
          <w:szCs w:val="20"/>
          <w:u w:val="single"/>
        </w:rPr>
        <w:t>Tárgy</w:t>
      </w:r>
      <w:r w:rsidR="006C5DDE" w:rsidRPr="00CE3683">
        <w:rPr>
          <w:b/>
          <w:sz w:val="20"/>
          <w:szCs w:val="20"/>
        </w:rPr>
        <w:t>:</w:t>
      </w:r>
      <w:r w:rsidR="006C5DDE" w:rsidRPr="00CE3683">
        <w:rPr>
          <w:sz w:val="20"/>
          <w:szCs w:val="20"/>
        </w:rPr>
        <w:t xml:space="preserve"> </w:t>
      </w:r>
      <w:r w:rsidR="00CE3683" w:rsidRPr="00CE3683">
        <w:rPr>
          <w:sz w:val="20"/>
          <w:szCs w:val="20"/>
        </w:rPr>
        <w:t>testvérvárosi delegáció résztvevőinek kijelölése</w:t>
      </w:r>
    </w:p>
    <w:p w:rsidR="00637CD1" w:rsidRPr="00CE3683" w:rsidRDefault="00637CD1" w:rsidP="00CE3683">
      <w:pPr>
        <w:tabs>
          <w:tab w:val="left" w:pos="4536"/>
        </w:tabs>
        <w:jc w:val="both"/>
        <w:rPr>
          <w:sz w:val="20"/>
          <w:szCs w:val="20"/>
        </w:rPr>
      </w:pPr>
      <w:r w:rsidRPr="00CE3683">
        <w:rPr>
          <w:b/>
          <w:sz w:val="20"/>
          <w:szCs w:val="20"/>
        </w:rPr>
        <w:t>Előterjesztő</w:t>
      </w:r>
      <w:r w:rsidR="00363D7C" w:rsidRPr="00CE3683">
        <w:rPr>
          <w:sz w:val="20"/>
          <w:szCs w:val="20"/>
        </w:rPr>
        <w:t xml:space="preserve">: </w:t>
      </w:r>
      <w:r w:rsidR="00916CB6" w:rsidRPr="00CE3683">
        <w:rPr>
          <w:sz w:val="20"/>
          <w:szCs w:val="20"/>
        </w:rPr>
        <w:t>dr. Csáky András</w:t>
      </w:r>
      <w:r w:rsidRPr="00CE3683">
        <w:rPr>
          <w:sz w:val="20"/>
          <w:szCs w:val="20"/>
        </w:rPr>
        <w:t xml:space="preserve"> polgármester</w:t>
      </w:r>
      <w:r w:rsidR="00CE3683" w:rsidRPr="00CE3683">
        <w:rPr>
          <w:sz w:val="20"/>
          <w:szCs w:val="20"/>
        </w:rPr>
        <w:tab/>
      </w:r>
      <w:r w:rsidR="00CE3683" w:rsidRPr="00CE3683">
        <w:rPr>
          <w:sz w:val="20"/>
          <w:szCs w:val="20"/>
          <w:u w:val="single"/>
        </w:rPr>
        <w:t>Melléklet</w:t>
      </w:r>
      <w:r w:rsidR="00CE3683" w:rsidRPr="00CE3683">
        <w:rPr>
          <w:sz w:val="20"/>
          <w:szCs w:val="20"/>
        </w:rPr>
        <w:t>: meghívólevél</w:t>
      </w:r>
      <w:r w:rsidR="00CE3683">
        <w:rPr>
          <w:sz w:val="20"/>
          <w:szCs w:val="20"/>
        </w:rPr>
        <w:t xml:space="preserve"> -</w:t>
      </w:r>
      <w:r w:rsidR="004B0651">
        <w:rPr>
          <w:sz w:val="20"/>
          <w:szCs w:val="20"/>
        </w:rPr>
        <w:t xml:space="preserve"> </w:t>
      </w:r>
      <w:proofErr w:type="spellStart"/>
      <w:r w:rsidR="004B0651">
        <w:rPr>
          <w:sz w:val="20"/>
          <w:szCs w:val="20"/>
        </w:rPr>
        <w:t>Mühldorf</w:t>
      </w:r>
      <w:proofErr w:type="spellEnd"/>
      <w:r w:rsidR="00CE3683" w:rsidRPr="00CE3683">
        <w:rPr>
          <w:sz w:val="20"/>
          <w:szCs w:val="20"/>
        </w:rPr>
        <w:t xml:space="preserve"> </w:t>
      </w:r>
    </w:p>
    <w:p w:rsidR="006C5DDE" w:rsidRDefault="006C5DDE" w:rsidP="00B23598">
      <w:pPr>
        <w:ind w:left="4500" w:hanging="4500"/>
        <w:jc w:val="both"/>
        <w:rPr>
          <w:sz w:val="20"/>
          <w:szCs w:val="20"/>
        </w:rPr>
      </w:pPr>
      <w:r w:rsidRPr="00CE3683">
        <w:rPr>
          <w:b/>
          <w:sz w:val="20"/>
          <w:szCs w:val="20"/>
        </w:rPr>
        <w:t xml:space="preserve">Szakmai előterjesztő: </w:t>
      </w:r>
      <w:r w:rsidR="0086455E" w:rsidRPr="0086455E">
        <w:rPr>
          <w:sz w:val="20"/>
          <w:szCs w:val="20"/>
        </w:rPr>
        <w:t>Hegedűs Ágota alpolgármester</w:t>
      </w:r>
    </w:p>
    <w:p w:rsidR="00E02C95" w:rsidRDefault="0086455E" w:rsidP="0086455E">
      <w:pPr>
        <w:ind w:left="4500" w:hanging="4500"/>
        <w:jc w:val="both"/>
      </w:pPr>
      <w:r>
        <w:rPr>
          <w:b/>
          <w:sz w:val="20"/>
          <w:szCs w:val="20"/>
        </w:rPr>
        <w:t>Ügyintéző:</w:t>
      </w:r>
      <w:r>
        <w:rPr>
          <w:sz w:val="20"/>
          <w:szCs w:val="20"/>
        </w:rPr>
        <w:t xml:space="preserve"> Méder Melinda vezető-főtanácsos</w:t>
      </w:r>
      <w:r w:rsidR="006C5DDE" w:rsidRPr="002A7B3B">
        <w:tab/>
      </w:r>
    </w:p>
    <w:p w:rsidR="006C5DDE" w:rsidRPr="00CA43AA" w:rsidRDefault="006C5DDE" w:rsidP="00FC606A">
      <w:pPr>
        <w:tabs>
          <w:tab w:val="left" w:pos="4039"/>
        </w:tabs>
        <w:spacing w:before="360"/>
        <w:jc w:val="center"/>
        <w:outlineLvl w:val="0"/>
        <w:rPr>
          <w:b/>
        </w:rPr>
      </w:pPr>
      <w:r w:rsidRPr="00CA43AA">
        <w:rPr>
          <w:b/>
        </w:rPr>
        <w:t>ELŐTERJESZTÉS</w:t>
      </w:r>
    </w:p>
    <w:p w:rsidR="006C5DDE" w:rsidRPr="00CA43AA" w:rsidRDefault="00CE3683" w:rsidP="00637CD1">
      <w:pPr>
        <w:jc w:val="center"/>
        <w:outlineLvl w:val="0"/>
        <w:rPr>
          <w:b/>
        </w:rPr>
      </w:pPr>
      <w:proofErr w:type="gramStart"/>
      <w:r w:rsidRPr="00CA43AA">
        <w:rPr>
          <w:b/>
        </w:rPr>
        <w:t>az</w:t>
      </w:r>
      <w:proofErr w:type="gramEnd"/>
      <w:r w:rsidRPr="00CA43AA">
        <w:rPr>
          <w:b/>
        </w:rPr>
        <w:t xml:space="preserve"> Értéktár és Értékvédelmi Bizottság </w:t>
      </w:r>
      <w:r w:rsidR="00637CD1" w:rsidRPr="00CA43AA">
        <w:rPr>
          <w:b/>
        </w:rPr>
        <w:t>20</w:t>
      </w:r>
      <w:r w:rsidR="00C0623A" w:rsidRPr="00CA43AA">
        <w:rPr>
          <w:b/>
        </w:rPr>
        <w:t>2</w:t>
      </w:r>
      <w:r w:rsidR="00B60018" w:rsidRPr="00CA43AA">
        <w:rPr>
          <w:b/>
        </w:rPr>
        <w:t>5</w:t>
      </w:r>
      <w:r w:rsidR="00637CD1" w:rsidRPr="00CA43AA">
        <w:rPr>
          <w:b/>
        </w:rPr>
        <w:t xml:space="preserve">. </w:t>
      </w:r>
      <w:r w:rsidR="000F4238" w:rsidRPr="00CA43AA">
        <w:rPr>
          <w:b/>
        </w:rPr>
        <w:t>április</w:t>
      </w:r>
      <w:r w:rsidR="000C5358" w:rsidRPr="00CA43AA">
        <w:rPr>
          <w:b/>
        </w:rPr>
        <w:t xml:space="preserve"> </w:t>
      </w:r>
      <w:r w:rsidR="004B0651" w:rsidRPr="00CA43AA">
        <w:rPr>
          <w:b/>
        </w:rPr>
        <w:t>7</w:t>
      </w:r>
      <w:r w:rsidR="002566F8" w:rsidRPr="00CA43AA">
        <w:rPr>
          <w:b/>
        </w:rPr>
        <w:t>-</w:t>
      </w:r>
      <w:r w:rsidR="004B0651" w:rsidRPr="00CA43AA">
        <w:rPr>
          <w:b/>
        </w:rPr>
        <w:t>e</w:t>
      </w:r>
      <w:r w:rsidR="00637CD1" w:rsidRPr="00CA43AA">
        <w:rPr>
          <w:b/>
        </w:rPr>
        <w:t>i</w:t>
      </w:r>
      <w:r w:rsidR="0046183B" w:rsidRPr="00CA43AA">
        <w:rPr>
          <w:b/>
        </w:rPr>
        <w:t xml:space="preserve"> </w:t>
      </w:r>
      <w:r w:rsidR="006C5DDE" w:rsidRPr="00CA43AA">
        <w:rPr>
          <w:b/>
        </w:rPr>
        <w:t>ülésére</w:t>
      </w:r>
    </w:p>
    <w:p w:rsidR="006C5DDE" w:rsidRPr="00CA43AA" w:rsidRDefault="006C5DDE" w:rsidP="00637CD1">
      <w:pPr>
        <w:jc w:val="center"/>
        <w:outlineLvl w:val="0"/>
        <w:rPr>
          <w:b/>
        </w:rPr>
      </w:pPr>
      <w:r w:rsidRPr="00CA43AA">
        <w:rPr>
          <w:b/>
        </w:rPr>
        <w:t xml:space="preserve">Tisztelt </w:t>
      </w:r>
      <w:r w:rsidR="00CE3683" w:rsidRPr="00CA43AA">
        <w:rPr>
          <w:b/>
        </w:rPr>
        <w:t>Bizottság</w:t>
      </w:r>
      <w:r w:rsidRPr="00CA43AA">
        <w:rPr>
          <w:b/>
        </w:rPr>
        <w:t>!</w:t>
      </w:r>
    </w:p>
    <w:p w:rsidR="00CE3683" w:rsidRPr="00CA43AA" w:rsidRDefault="00CE3683" w:rsidP="00FC606A">
      <w:pPr>
        <w:tabs>
          <w:tab w:val="left" w:pos="851"/>
        </w:tabs>
        <w:spacing w:before="360"/>
        <w:ind w:right="-1"/>
        <w:jc w:val="both"/>
      </w:pPr>
      <w:r w:rsidRPr="00CA43AA">
        <w:t xml:space="preserve">Személyre szóló meghívót kaptam </w:t>
      </w:r>
      <w:r w:rsidR="000C5358" w:rsidRPr="00CA43AA">
        <w:t>március 6</w:t>
      </w:r>
      <w:r w:rsidR="008C074C" w:rsidRPr="00CA43AA">
        <w:t xml:space="preserve">-án </w:t>
      </w:r>
      <w:proofErr w:type="spellStart"/>
      <w:r w:rsidR="000C5358" w:rsidRPr="00CA43AA">
        <w:t>Mühldorf</w:t>
      </w:r>
      <w:proofErr w:type="spellEnd"/>
      <w:r w:rsidRPr="00CA43AA">
        <w:t xml:space="preserve"> polgármesterétől, </w:t>
      </w:r>
      <w:r w:rsidR="000C5358" w:rsidRPr="00CA43AA">
        <w:t xml:space="preserve">Michael </w:t>
      </w:r>
      <w:proofErr w:type="spellStart"/>
      <w:r w:rsidR="000C5358" w:rsidRPr="00CA43AA">
        <w:t>Hetzl</w:t>
      </w:r>
      <w:proofErr w:type="spellEnd"/>
      <w:r w:rsidRPr="00CA43AA">
        <w:t xml:space="preserve"> úrtól a </w:t>
      </w:r>
      <w:r w:rsidR="004B0651" w:rsidRPr="00CA43AA">
        <w:t xml:space="preserve">2025. </w:t>
      </w:r>
      <w:r w:rsidR="000C5358" w:rsidRPr="00CA43AA">
        <w:t>augusztus</w:t>
      </w:r>
      <w:r w:rsidRPr="00CA43AA">
        <w:t xml:space="preserve"> 2</w:t>
      </w:r>
      <w:r w:rsidR="000C5358" w:rsidRPr="00CA43AA">
        <w:t>9</w:t>
      </w:r>
      <w:r w:rsidRPr="00CA43AA">
        <w:t>-</w:t>
      </w:r>
      <w:r w:rsidR="000C5358" w:rsidRPr="00CA43AA">
        <w:t>szeptember 1.</w:t>
      </w:r>
      <w:r w:rsidR="004B0651" w:rsidRPr="00CA43AA">
        <w:t xml:space="preserve"> között megrendezésre kerülő</w:t>
      </w:r>
      <w:r w:rsidRPr="00CA43AA">
        <w:t xml:space="preserve"> </w:t>
      </w:r>
      <w:r w:rsidR="000C5358" w:rsidRPr="00CA43AA">
        <w:rPr>
          <w:b/>
        </w:rPr>
        <w:t>nemzetközi labdarúgótornára</w:t>
      </w:r>
      <w:r w:rsidRPr="00CA43AA">
        <w:t>, megünnepelvén 20 éves testvérvárosi kapcsolatunkat.</w:t>
      </w:r>
    </w:p>
    <w:p w:rsidR="0024209F" w:rsidRPr="00FC606A" w:rsidRDefault="00A82D31" w:rsidP="00CE3683">
      <w:pPr>
        <w:tabs>
          <w:tab w:val="left" w:pos="851"/>
        </w:tabs>
        <w:spacing w:before="120"/>
        <w:ind w:right="-1"/>
        <w:jc w:val="both"/>
        <w:rPr>
          <w:b/>
        </w:rPr>
      </w:pPr>
      <w:r w:rsidRPr="00FC606A">
        <w:rPr>
          <w:b/>
        </w:rPr>
        <w:t>Jómagam</w:t>
      </w:r>
      <w:r w:rsidRPr="00CA43AA">
        <w:t xml:space="preserve"> </w:t>
      </w:r>
      <w:r w:rsidR="0024209F" w:rsidRPr="00CA43AA">
        <w:t>– a személyes</w:t>
      </w:r>
      <w:r w:rsidR="008D785C">
        <w:t>en, szóban is megerősített</w:t>
      </w:r>
      <w:r w:rsidR="0024209F" w:rsidRPr="00CA43AA">
        <w:t xml:space="preserve"> meghívásra</w:t>
      </w:r>
      <w:r w:rsidR="008D785C">
        <w:t>, valamint</w:t>
      </w:r>
      <w:r w:rsidR="0024209F" w:rsidRPr="00CA43AA">
        <w:t xml:space="preserve"> a testvérvárosi kapcsolat évfordulójára való tekintettel, </w:t>
      </w:r>
      <w:r w:rsidR="0024209F" w:rsidRPr="00FC606A">
        <w:rPr>
          <w:b/>
        </w:rPr>
        <w:t xml:space="preserve">párommal együtt – </w:t>
      </w:r>
      <w:r w:rsidR="00AA5D5B" w:rsidRPr="00FC606A">
        <w:rPr>
          <w:b/>
        </w:rPr>
        <w:t xml:space="preserve">önköltségen </w:t>
      </w:r>
      <w:r w:rsidR="0024209F" w:rsidRPr="00FC606A">
        <w:rPr>
          <w:b/>
        </w:rPr>
        <w:t xml:space="preserve">szeretnék </w:t>
      </w:r>
      <w:r w:rsidRPr="00FC606A">
        <w:rPr>
          <w:b/>
        </w:rPr>
        <w:t>részt venni a ren</w:t>
      </w:r>
      <w:r w:rsidR="008C074C" w:rsidRPr="00FC606A">
        <w:rPr>
          <w:b/>
        </w:rPr>
        <w:t xml:space="preserve">dezvényen, </w:t>
      </w:r>
      <w:r w:rsidR="0024209F" w:rsidRPr="00FC606A">
        <w:rPr>
          <w:b/>
        </w:rPr>
        <w:t xml:space="preserve">további </w:t>
      </w:r>
      <w:r w:rsidR="008C074C" w:rsidRPr="00FC606A">
        <w:rPr>
          <w:b/>
        </w:rPr>
        <w:t xml:space="preserve">személyi javaslattal pedig </w:t>
      </w:r>
      <w:r w:rsidR="0024209F" w:rsidRPr="00FC606A">
        <w:rPr>
          <w:b/>
        </w:rPr>
        <w:t xml:space="preserve">Kollár Zoltán képviselő úr tekintetében </w:t>
      </w:r>
      <w:r w:rsidR="008C074C" w:rsidRPr="00FC606A">
        <w:rPr>
          <w:b/>
        </w:rPr>
        <w:t>él</w:t>
      </w:r>
      <w:r w:rsidR="006B22B1" w:rsidRPr="00FC606A">
        <w:rPr>
          <w:b/>
        </w:rPr>
        <w:t>ek</w:t>
      </w:r>
      <w:r w:rsidR="004B0651" w:rsidRPr="00FC606A">
        <w:rPr>
          <w:b/>
        </w:rPr>
        <w:t>.</w:t>
      </w:r>
    </w:p>
    <w:p w:rsidR="007C70E4" w:rsidRPr="00AA5D5B" w:rsidRDefault="007C70E4" w:rsidP="00CE3683">
      <w:pPr>
        <w:tabs>
          <w:tab w:val="left" w:pos="851"/>
        </w:tabs>
        <w:spacing w:before="120"/>
        <w:ind w:right="-1"/>
        <w:jc w:val="both"/>
      </w:pPr>
      <w:r w:rsidRPr="00CA43AA">
        <w:rPr>
          <w:b/>
        </w:rPr>
        <w:t>Cegléd válaszát április 30-ig várják, a</w:t>
      </w:r>
      <w:r w:rsidR="00AA5D5B">
        <w:rPr>
          <w:b/>
        </w:rPr>
        <w:t xml:space="preserve"> delegációra </w:t>
      </w:r>
      <w:r w:rsidR="00AA5D5B" w:rsidRPr="00FC606A">
        <w:t>és a</w:t>
      </w:r>
      <w:r w:rsidRPr="00FC606A">
        <w:t xml:space="preserve"> tervezett labdarúgótorna 5 mezőnyjátékos és </w:t>
      </w:r>
      <w:r w:rsidR="00971B23" w:rsidRPr="00FC606A">
        <w:t>1</w:t>
      </w:r>
      <w:r w:rsidRPr="00FC606A">
        <w:t xml:space="preserve"> kapus létszámból álló</w:t>
      </w:r>
      <w:r w:rsidR="00AA5D5B" w:rsidRPr="00FC606A">
        <w:t xml:space="preserve"> részt</w:t>
      </w:r>
      <w:r w:rsidR="00FC606A">
        <w:t xml:space="preserve">vevőit illetően. </w:t>
      </w:r>
      <w:r w:rsidR="00AA5D5B" w:rsidRPr="00AA5D5B">
        <w:t xml:space="preserve">Utóbbi </w:t>
      </w:r>
      <w:r w:rsidR="00AA5D5B">
        <w:t>személyek</w:t>
      </w:r>
      <w:r w:rsidR="00AA5D5B" w:rsidRPr="00AA5D5B">
        <w:t xml:space="preserve"> tekintetében jelenleg egyeztetés folyik, amennyiben a további 6 fős </w:t>
      </w:r>
      <w:r w:rsidR="00AA5D5B">
        <w:t>csapat</w:t>
      </w:r>
      <w:r w:rsidR="00AA5D5B" w:rsidRPr="00AA5D5B">
        <w:t xml:space="preserve"> </w:t>
      </w:r>
      <w:r w:rsidR="00AA5D5B">
        <w:t>létrejön</w:t>
      </w:r>
      <w:r w:rsidR="00AA5D5B" w:rsidRPr="00AA5D5B">
        <w:t>, kiutazás</w:t>
      </w:r>
      <w:r w:rsidR="00AA5D5B">
        <w:t>uk</w:t>
      </w:r>
      <w:r w:rsidR="00AA5D5B" w:rsidRPr="00AA5D5B">
        <w:t xml:space="preserve"> költségeit az önkormányzat költségvetéséből finanszírozzuk.</w:t>
      </w:r>
    </w:p>
    <w:p w:rsidR="00CE3683" w:rsidRPr="00CA43AA" w:rsidRDefault="00CE3683" w:rsidP="00CE3683">
      <w:pPr>
        <w:tabs>
          <w:tab w:val="left" w:pos="851"/>
        </w:tabs>
        <w:spacing w:before="120"/>
        <w:ind w:right="-1"/>
        <w:jc w:val="both"/>
      </w:pPr>
      <w:r w:rsidRPr="00CA43AA">
        <w:t xml:space="preserve">Hivatkozással </w:t>
      </w:r>
      <w:r w:rsidRPr="00CA43AA">
        <w:rPr>
          <w:i/>
        </w:rPr>
        <w:t xml:space="preserve">a Képviselő-testület és szervei szervezeti és működési szabályzatáról szóló 22/2024. (XI. 12.) önkormányzati rendelet </w:t>
      </w:r>
      <w:r w:rsidRPr="00CA43AA">
        <w:t>4. melléklet</w:t>
      </w:r>
      <w:r w:rsidR="00394E6E" w:rsidRPr="00CA43AA">
        <w:t>ében az Értéktár és Értékvédelmi Bizottság feladat- és hatáskörét rögzítő</w:t>
      </w:r>
      <w:r w:rsidRPr="00CA43AA">
        <w:t xml:space="preserve"> </w:t>
      </w:r>
      <w:r w:rsidR="00394E6E" w:rsidRPr="00CA43AA">
        <w:t xml:space="preserve">4.5. pont 4.5.1.3. alpontjában rögzített átruházott hatáskörére, kérem, hogy jelöljék ki </w:t>
      </w:r>
      <w:proofErr w:type="spellStart"/>
      <w:r w:rsidR="006F69EB" w:rsidRPr="00CA43AA">
        <w:t>Mühldorf</w:t>
      </w:r>
      <w:proofErr w:type="spellEnd"/>
      <w:r w:rsidR="00394E6E" w:rsidRPr="00CA43AA">
        <w:t xml:space="preserve"> 2025. </w:t>
      </w:r>
      <w:r w:rsidR="006F69EB" w:rsidRPr="00CA43AA">
        <w:t xml:space="preserve">augusztus 29-szeptember 1. </w:t>
      </w:r>
      <w:r w:rsidR="00394E6E" w:rsidRPr="00CA43AA">
        <w:t>közötti rendezvényén való részvétel önkormányzati delegációját.</w:t>
      </w:r>
    </w:p>
    <w:p w:rsidR="00CE3683" w:rsidRPr="00CA43AA" w:rsidRDefault="00CE3683" w:rsidP="00066DC0">
      <w:pPr>
        <w:tabs>
          <w:tab w:val="left" w:pos="851"/>
        </w:tabs>
        <w:ind w:right="-1"/>
        <w:jc w:val="both"/>
      </w:pPr>
    </w:p>
    <w:p w:rsidR="00066DC0" w:rsidRPr="00CA43AA" w:rsidRDefault="00066DC0" w:rsidP="00066DC0">
      <w:pPr>
        <w:tabs>
          <w:tab w:val="left" w:pos="851"/>
        </w:tabs>
        <w:ind w:right="-1"/>
        <w:jc w:val="both"/>
      </w:pPr>
      <w:r w:rsidRPr="00CA43AA">
        <w:t>A döntéshozatal a Magyarország helyi önkormányzatairól szóló 2011. évi CLXXXIX. törvény (</w:t>
      </w:r>
      <w:proofErr w:type="spellStart"/>
      <w:r w:rsidRPr="00CA43AA">
        <w:t>Mötv</w:t>
      </w:r>
      <w:proofErr w:type="spellEnd"/>
      <w:r w:rsidRPr="00CA43AA">
        <w:t>.) 46. § (1) bekezdése alapján, a (2) bekezdésben foglaltakra figyelemmel nyilvános ülés keretében, az 50. § rendelkezése</w:t>
      </w:r>
      <w:r w:rsidR="008D3979" w:rsidRPr="00CA43AA">
        <w:t>i alapján – figyelemmel a 42. §</w:t>
      </w:r>
      <w:proofErr w:type="spellStart"/>
      <w:r w:rsidR="008D3979" w:rsidRPr="00CA43AA">
        <w:t>-</w:t>
      </w:r>
      <w:r w:rsidRPr="00CA43AA">
        <w:t>ban</w:t>
      </w:r>
      <w:proofErr w:type="spellEnd"/>
      <w:r w:rsidRPr="00CA43AA">
        <w:t xml:space="preserve"> </w:t>
      </w:r>
      <w:r w:rsidR="000E5F17" w:rsidRPr="00CA43AA">
        <w:t xml:space="preserve">és a Kt. </w:t>
      </w:r>
      <w:proofErr w:type="spellStart"/>
      <w:r w:rsidR="000E5F17" w:rsidRPr="00CA43AA">
        <w:t>SzMSz</w:t>
      </w:r>
      <w:proofErr w:type="spellEnd"/>
      <w:r w:rsidR="00916CB6" w:rsidRPr="00CA43AA">
        <w:t xml:space="preserve"> </w:t>
      </w:r>
      <w:r w:rsidR="008675BE" w:rsidRPr="00CA43AA">
        <w:t>59</w:t>
      </w:r>
      <w:r w:rsidR="00916CB6" w:rsidRPr="00CA43AA">
        <w:t>. §</w:t>
      </w:r>
      <w:proofErr w:type="spellStart"/>
      <w:r w:rsidR="00916CB6" w:rsidRPr="00CA43AA">
        <w:t>-ában</w:t>
      </w:r>
      <w:proofErr w:type="spellEnd"/>
      <w:r w:rsidR="000E5F17" w:rsidRPr="00CA43AA">
        <w:t xml:space="preserve"> </w:t>
      </w:r>
      <w:r w:rsidRPr="00CA43AA">
        <w:t>foglalt rendelkezés</w:t>
      </w:r>
      <w:r w:rsidR="000E5F17" w:rsidRPr="00CA43AA">
        <w:t>ek</w:t>
      </w:r>
      <w:r w:rsidRPr="00CA43AA">
        <w:t xml:space="preserve">re – </w:t>
      </w:r>
      <w:r w:rsidR="00D5445D" w:rsidRPr="00CA43AA">
        <w:t>egyszerű</w:t>
      </w:r>
      <w:r w:rsidRPr="00CA43AA">
        <w:t xml:space="preserve"> szavazati arányt igényel.</w:t>
      </w:r>
    </w:p>
    <w:p w:rsidR="007A0C23" w:rsidRDefault="007A0C23" w:rsidP="009B10E3">
      <w:pPr>
        <w:tabs>
          <w:tab w:val="left" w:pos="8280"/>
        </w:tabs>
        <w:spacing w:before="120"/>
        <w:outlineLvl w:val="0"/>
      </w:pPr>
    </w:p>
    <w:p w:rsidR="008C2D7A" w:rsidRPr="00CA43AA" w:rsidRDefault="00E82D6C" w:rsidP="009B10E3">
      <w:pPr>
        <w:tabs>
          <w:tab w:val="left" w:pos="8280"/>
        </w:tabs>
        <w:spacing w:before="120"/>
        <w:outlineLvl w:val="0"/>
      </w:pPr>
      <w:r w:rsidRPr="00CA43AA">
        <w:t>Cegléd, 20</w:t>
      </w:r>
      <w:r w:rsidR="00C0623A" w:rsidRPr="00CA43AA">
        <w:t>2</w:t>
      </w:r>
      <w:r w:rsidR="00B60018" w:rsidRPr="00CA43AA">
        <w:t>5</w:t>
      </w:r>
      <w:r w:rsidRPr="00CA43AA">
        <w:t xml:space="preserve">. </w:t>
      </w:r>
      <w:r w:rsidR="004B0651" w:rsidRPr="00CA43AA">
        <w:t xml:space="preserve">március </w:t>
      </w:r>
      <w:r w:rsidR="00FD1939" w:rsidRPr="00CA43AA">
        <w:t>31</w:t>
      </w:r>
      <w:r w:rsidRPr="00CA43AA">
        <w:t>.</w:t>
      </w:r>
    </w:p>
    <w:p w:rsidR="00985A9C" w:rsidRPr="00CA43AA" w:rsidRDefault="00916CB6" w:rsidP="009B4E62">
      <w:pPr>
        <w:tabs>
          <w:tab w:val="left" w:pos="7371"/>
        </w:tabs>
        <w:jc w:val="right"/>
        <w:outlineLvl w:val="0"/>
      </w:pPr>
      <w:r w:rsidRPr="00CA43AA">
        <w:t>Dr. Csáky András</w:t>
      </w:r>
    </w:p>
    <w:p w:rsidR="00A0407D" w:rsidRPr="00CA43AA" w:rsidRDefault="00E06D74" w:rsidP="00A0407D">
      <w:pPr>
        <w:ind w:right="282"/>
        <w:jc w:val="right"/>
      </w:pPr>
      <w:proofErr w:type="gramStart"/>
      <w:r w:rsidRPr="00CA43AA">
        <w:t>p</w:t>
      </w:r>
      <w:r w:rsidR="00E82D6C" w:rsidRPr="00CA43AA">
        <w:t>olgármester</w:t>
      </w:r>
      <w:proofErr w:type="gramEnd"/>
    </w:p>
    <w:p w:rsidR="00CA43AA" w:rsidRDefault="00CA43AA" w:rsidP="00A0407D">
      <w:pPr>
        <w:ind w:right="282"/>
        <w:jc w:val="center"/>
        <w:rPr>
          <w:b/>
        </w:rPr>
        <w:sectPr w:rsidR="00CA43AA" w:rsidSect="00CA43AA">
          <w:footerReference w:type="default" r:id="rId9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0828B3" w:rsidRPr="00CA43AA" w:rsidRDefault="000828B3" w:rsidP="00A0407D">
      <w:pPr>
        <w:ind w:right="282"/>
        <w:jc w:val="center"/>
        <w:rPr>
          <w:b/>
        </w:rPr>
      </w:pPr>
      <w:r w:rsidRPr="00CA43AA">
        <w:rPr>
          <w:b/>
        </w:rPr>
        <w:lastRenderedPageBreak/>
        <w:t>Hatá</w:t>
      </w:r>
      <w:bookmarkStart w:id="0" w:name="_GoBack"/>
      <w:bookmarkEnd w:id="0"/>
      <w:r w:rsidRPr="00CA43AA">
        <w:rPr>
          <w:b/>
        </w:rPr>
        <w:t>rozati javaslat</w:t>
      </w:r>
    </w:p>
    <w:p w:rsidR="00394E6E" w:rsidRPr="00CA43AA" w:rsidRDefault="000828B3" w:rsidP="00394E6E">
      <w:pPr>
        <w:spacing w:before="120"/>
        <w:jc w:val="both"/>
      </w:pPr>
      <w:r w:rsidRPr="00CA43AA">
        <w:rPr>
          <w:b/>
        </w:rPr>
        <w:t>Cegléd Város Önkormányzat</w:t>
      </w:r>
      <w:r w:rsidR="00AE2011" w:rsidRPr="00CA43AA">
        <w:rPr>
          <w:b/>
        </w:rPr>
        <w:t>a</w:t>
      </w:r>
      <w:r w:rsidRPr="00CA43AA">
        <w:rPr>
          <w:b/>
        </w:rPr>
        <w:t xml:space="preserve"> Képviselő-testület</w:t>
      </w:r>
      <w:r w:rsidR="00394E6E" w:rsidRPr="00CA43AA">
        <w:rPr>
          <w:b/>
        </w:rPr>
        <w:t>ének Értéktár és Értékvédelmi Bizottsága</w:t>
      </w:r>
      <w:r w:rsidRPr="00CA43AA">
        <w:rPr>
          <w:b/>
        </w:rPr>
        <w:t xml:space="preserve"> - </w:t>
      </w:r>
      <w:r w:rsidR="00394E6E" w:rsidRPr="00CA43AA">
        <w:rPr>
          <w:i/>
        </w:rPr>
        <w:t xml:space="preserve">a Képviselő-testület és szervei szervezeti és működési szabályzatáról szóló 22/2024. (XI. 12.) önkormányzati rendelet </w:t>
      </w:r>
      <w:r w:rsidR="00394E6E" w:rsidRPr="00CA43AA">
        <w:t>4. melléklet 4.5. pont 4.5.1.3. alpontjában rögzített átruházott hatáskörében eljárva</w:t>
      </w:r>
    </w:p>
    <w:p w:rsidR="00916CB6" w:rsidRPr="00CA43AA" w:rsidRDefault="000828B3" w:rsidP="00394E6E">
      <w:pPr>
        <w:spacing w:before="120"/>
        <w:jc w:val="both"/>
      </w:pPr>
      <w:r w:rsidRPr="00CA43AA">
        <w:rPr>
          <w:b/>
        </w:rPr>
        <w:t xml:space="preserve">1.) </w:t>
      </w:r>
      <w:r w:rsidR="006F69EB" w:rsidRPr="00CA43AA">
        <w:t xml:space="preserve">Kijelöli </w:t>
      </w:r>
      <w:proofErr w:type="spellStart"/>
      <w:r w:rsidR="006F69EB" w:rsidRPr="00CA43AA">
        <w:t>Mühldorf</w:t>
      </w:r>
      <w:proofErr w:type="spellEnd"/>
      <w:r w:rsidR="00394E6E" w:rsidRPr="00CA43AA">
        <w:t xml:space="preserve"> </w:t>
      </w:r>
      <w:r w:rsidR="00AA5D5B">
        <w:t xml:space="preserve">testvérváros </w:t>
      </w:r>
      <w:r w:rsidR="006F69EB" w:rsidRPr="00CA43AA">
        <w:t>2025. augusztus 29</w:t>
      </w:r>
      <w:r w:rsidR="0024209F" w:rsidRPr="00CA43AA">
        <w:t xml:space="preserve">. </w:t>
      </w:r>
      <w:r w:rsidR="006F69EB" w:rsidRPr="00CA43AA">
        <w:t>-</w:t>
      </w:r>
      <w:r w:rsidR="0024209F" w:rsidRPr="00CA43AA">
        <w:t xml:space="preserve"> </w:t>
      </w:r>
      <w:r w:rsidR="006F69EB" w:rsidRPr="00CA43AA">
        <w:t>szeptember 1.</w:t>
      </w:r>
      <w:r w:rsidR="00394E6E" w:rsidRPr="00CA43AA">
        <w:t xml:space="preserve"> közötti r</w:t>
      </w:r>
      <w:r w:rsidR="006F69EB" w:rsidRPr="00CA43AA">
        <w:t>endezvény</w:t>
      </w:r>
      <w:r w:rsidR="00AA5D5B">
        <w:t>é</w:t>
      </w:r>
      <w:r w:rsidR="00394E6E" w:rsidRPr="00CA43AA">
        <w:t xml:space="preserve">n </w:t>
      </w:r>
      <w:r w:rsidR="00AA5D5B">
        <w:t xml:space="preserve">résztvevő </w:t>
      </w:r>
      <w:r w:rsidR="00394E6E" w:rsidRPr="00CA43AA">
        <w:t>önkormányzati delegáció</w:t>
      </w:r>
      <w:r w:rsidR="0086455E" w:rsidRPr="00CA43AA">
        <w:t>t:</w:t>
      </w:r>
    </w:p>
    <w:p w:rsidR="00916CB6" w:rsidRPr="00CA43AA" w:rsidRDefault="00916CB6" w:rsidP="00916CB6">
      <w:pPr>
        <w:ind w:left="360" w:hanging="76"/>
        <w:jc w:val="both"/>
        <w:rPr>
          <w:i/>
        </w:rPr>
      </w:pPr>
      <w:r w:rsidRPr="00CA43AA">
        <w:rPr>
          <w:b/>
        </w:rPr>
        <w:t xml:space="preserve">1.1. </w:t>
      </w:r>
      <w:r w:rsidR="0024209F" w:rsidRPr="00CA43AA">
        <w:rPr>
          <w:b/>
        </w:rPr>
        <w:t>dr. Csáky András polgármester</w:t>
      </w:r>
      <w:r w:rsidR="006B22B1" w:rsidRPr="00CA43AA">
        <w:rPr>
          <w:b/>
        </w:rPr>
        <w:t xml:space="preserve"> úr</w:t>
      </w:r>
    </w:p>
    <w:p w:rsidR="00916CB6" w:rsidRPr="00CA43AA" w:rsidRDefault="00916CB6" w:rsidP="00916CB6">
      <w:pPr>
        <w:ind w:left="360" w:hanging="76"/>
        <w:jc w:val="both"/>
        <w:rPr>
          <w:b/>
          <w:i/>
        </w:rPr>
      </w:pPr>
      <w:r w:rsidRPr="00CA43AA">
        <w:rPr>
          <w:b/>
        </w:rPr>
        <w:t>1.2.</w:t>
      </w:r>
      <w:r w:rsidR="00394E6E" w:rsidRPr="00CA43AA">
        <w:rPr>
          <w:b/>
        </w:rPr>
        <w:t xml:space="preserve"> </w:t>
      </w:r>
      <w:r w:rsidR="0024209F" w:rsidRPr="00CA43AA">
        <w:rPr>
          <w:b/>
        </w:rPr>
        <w:t xml:space="preserve">dr. </w:t>
      </w:r>
      <w:r w:rsidR="001171BC">
        <w:rPr>
          <w:b/>
        </w:rPr>
        <w:t>Pusztai</w:t>
      </w:r>
      <w:r w:rsidR="006B22B1" w:rsidRPr="00CA43AA">
        <w:rPr>
          <w:b/>
        </w:rPr>
        <w:t xml:space="preserve"> Márta asszony,</w:t>
      </w:r>
    </w:p>
    <w:p w:rsidR="00394E6E" w:rsidRPr="00CA43AA" w:rsidRDefault="00394E6E" w:rsidP="00916CB6">
      <w:pPr>
        <w:ind w:left="360" w:hanging="76"/>
        <w:jc w:val="both"/>
        <w:rPr>
          <w:b/>
          <w:i/>
        </w:rPr>
      </w:pPr>
      <w:r w:rsidRPr="00CA43AA">
        <w:rPr>
          <w:b/>
        </w:rPr>
        <w:t xml:space="preserve">1.3. </w:t>
      </w:r>
      <w:r w:rsidR="0024209F" w:rsidRPr="00CA43AA">
        <w:rPr>
          <w:b/>
        </w:rPr>
        <w:t>Kollár Zoltán képviselő úr</w:t>
      </w:r>
    </w:p>
    <w:p w:rsidR="000828B3" w:rsidRDefault="00394E6E" w:rsidP="00394E6E">
      <w:pPr>
        <w:jc w:val="both"/>
      </w:pPr>
      <w:proofErr w:type="gramStart"/>
      <w:r w:rsidRPr="00CA43AA">
        <w:t>személyében</w:t>
      </w:r>
      <w:proofErr w:type="gramEnd"/>
      <w:r w:rsidRPr="00CA43AA">
        <w:t>.</w:t>
      </w:r>
    </w:p>
    <w:p w:rsidR="000828B3" w:rsidRPr="00CA43AA" w:rsidRDefault="00AA5D5B" w:rsidP="00A0407D">
      <w:pPr>
        <w:spacing w:before="120"/>
        <w:ind w:left="360" w:hanging="360"/>
        <w:jc w:val="both"/>
      </w:pPr>
      <w:r>
        <w:rPr>
          <w:b/>
          <w:bCs/>
        </w:rPr>
        <w:t>2</w:t>
      </w:r>
      <w:r w:rsidR="000828B3" w:rsidRPr="00CA43AA">
        <w:rPr>
          <w:b/>
          <w:bCs/>
        </w:rPr>
        <w:t xml:space="preserve">.) </w:t>
      </w:r>
      <w:r w:rsidR="000828B3" w:rsidRPr="00CA43AA">
        <w:t>Utasítja a Ceglé</w:t>
      </w:r>
      <w:r w:rsidR="0086455E" w:rsidRPr="00CA43AA">
        <w:t>di Közös Önkormányzati Hivatalt, hogy a határozatról az érintetteket értesítse.</w:t>
      </w:r>
    </w:p>
    <w:p w:rsidR="000828B3" w:rsidRPr="00CA43AA" w:rsidRDefault="000828B3" w:rsidP="00CA43AA">
      <w:pPr>
        <w:tabs>
          <w:tab w:val="left" w:pos="5245"/>
        </w:tabs>
        <w:jc w:val="both"/>
      </w:pPr>
      <w:r w:rsidRPr="00CA43AA">
        <w:rPr>
          <w:b/>
        </w:rPr>
        <w:t>Határidő</w:t>
      </w:r>
      <w:r w:rsidRPr="00CA43AA">
        <w:t>: azonnal</w:t>
      </w:r>
      <w:r w:rsidRPr="00CA43AA">
        <w:tab/>
      </w:r>
      <w:r w:rsidRPr="00CA43AA">
        <w:rPr>
          <w:b/>
        </w:rPr>
        <w:t>Felelős</w:t>
      </w:r>
      <w:r w:rsidRPr="00CA43AA">
        <w:t xml:space="preserve">: </w:t>
      </w:r>
      <w:r w:rsidR="00394E6E" w:rsidRPr="00CA43AA">
        <w:t>Dr. Csáky András polgármester</w:t>
      </w:r>
    </w:p>
    <w:p w:rsidR="00E06D74" w:rsidRPr="00CA43AA" w:rsidRDefault="00E06D74" w:rsidP="0086455E">
      <w:pPr>
        <w:tabs>
          <w:tab w:val="center" w:pos="1620"/>
        </w:tabs>
        <w:spacing w:before="240"/>
        <w:jc w:val="both"/>
        <w:rPr>
          <w:sz w:val="22"/>
          <w:szCs w:val="22"/>
          <w:u w:val="single"/>
        </w:rPr>
      </w:pPr>
      <w:r w:rsidRPr="00CA43AA">
        <w:rPr>
          <w:sz w:val="22"/>
          <w:szCs w:val="22"/>
          <w:u w:val="single"/>
        </w:rPr>
        <w:t>A határozatot kapják:</w:t>
      </w:r>
    </w:p>
    <w:p w:rsidR="00E06D74" w:rsidRPr="00CA43AA" w:rsidRDefault="00E06D74" w:rsidP="00E06D74">
      <w:pPr>
        <w:jc w:val="both"/>
        <w:rPr>
          <w:sz w:val="22"/>
          <w:szCs w:val="22"/>
        </w:rPr>
      </w:pPr>
      <w:r w:rsidRPr="00CA43AA">
        <w:rPr>
          <w:sz w:val="22"/>
          <w:szCs w:val="22"/>
        </w:rPr>
        <w:t xml:space="preserve">1.) </w:t>
      </w:r>
      <w:r w:rsidR="00394E6E" w:rsidRPr="00CA43AA">
        <w:rPr>
          <w:sz w:val="22"/>
          <w:szCs w:val="22"/>
        </w:rPr>
        <w:t>Polgármester</w:t>
      </w:r>
    </w:p>
    <w:p w:rsidR="00A40BDB" w:rsidRPr="00CA43AA" w:rsidRDefault="00A40BDB" w:rsidP="00E06D74">
      <w:pPr>
        <w:jc w:val="both"/>
        <w:rPr>
          <w:sz w:val="22"/>
          <w:szCs w:val="22"/>
        </w:rPr>
      </w:pPr>
      <w:r w:rsidRPr="00CA43AA">
        <w:rPr>
          <w:sz w:val="22"/>
          <w:szCs w:val="22"/>
        </w:rPr>
        <w:t>2.</w:t>
      </w:r>
      <w:r w:rsidR="0086455E" w:rsidRPr="00CA43AA">
        <w:rPr>
          <w:sz w:val="22"/>
          <w:szCs w:val="22"/>
        </w:rPr>
        <w:t>-3</w:t>
      </w:r>
      <w:r w:rsidRPr="00CA43AA">
        <w:rPr>
          <w:sz w:val="22"/>
          <w:szCs w:val="22"/>
        </w:rPr>
        <w:t>) CKÖH Szervezési Iroda</w:t>
      </w:r>
      <w:r w:rsidR="0086455E" w:rsidRPr="00CA43AA">
        <w:rPr>
          <w:sz w:val="22"/>
          <w:szCs w:val="22"/>
        </w:rPr>
        <w:t xml:space="preserve"> és általa </w:t>
      </w:r>
      <w:r w:rsidRPr="00CA43AA">
        <w:rPr>
          <w:sz w:val="22"/>
          <w:szCs w:val="22"/>
        </w:rPr>
        <w:t>Kossuth Művelődési Központ Nonprofit Közhasznú Kft.</w:t>
      </w:r>
    </w:p>
    <w:p w:rsidR="008C2D7A" w:rsidRPr="00CA43AA" w:rsidRDefault="00A40BDB" w:rsidP="00261B64">
      <w:pPr>
        <w:tabs>
          <w:tab w:val="left" w:pos="6400"/>
        </w:tabs>
        <w:jc w:val="both"/>
        <w:rPr>
          <w:sz w:val="22"/>
          <w:szCs w:val="22"/>
        </w:rPr>
      </w:pPr>
      <w:r w:rsidRPr="00CA43AA">
        <w:rPr>
          <w:sz w:val="22"/>
          <w:szCs w:val="22"/>
        </w:rPr>
        <w:t>4</w:t>
      </w:r>
      <w:r w:rsidR="00E06D74" w:rsidRPr="00CA43AA">
        <w:rPr>
          <w:sz w:val="22"/>
          <w:szCs w:val="22"/>
        </w:rPr>
        <w:t>.) Jegyzőkönyv</w:t>
      </w:r>
    </w:p>
    <w:p w:rsidR="00CA43AA" w:rsidRDefault="008C2D7A" w:rsidP="00CA43AA">
      <w:pPr>
        <w:spacing w:before="480"/>
        <w:jc w:val="both"/>
      </w:pPr>
      <w:r w:rsidRPr="00CA43AA">
        <w:rPr>
          <w:u w:val="single"/>
        </w:rPr>
        <w:t>Az előterjesztést láttam</w:t>
      </w:r>
      <w:r w:rsidRPr="00CA43AA">
        <w:t>:</w:t>
      </w:r>
    </w:p>
    <w:p w:rsidR="00396156" w:rsidRPr="00CA43AA" w:rsidRDefault="008C2D7A" w:rsidP="00CA43AA">
      <w:pPr>
        <w:spacing w:before="240"/>
        <w:ind w:left="2268"/>
        <w:jc w:val="both"/>
      </w:pPr>
      <w:r w:rsidRPr="00CA43AA">
        <w:t>Dr. Diósgyőri Gitta</w:t>
      </w:r>
    </w:p>
    <w:p w:rsidR="00A0407D" w:rsidRPr="00CA43AA" w:rsidRDefault="009B4E62" w:rsidP="00CA43AA">
      <w:pPr>
        <w:ind w:firstLine="2268"/>
        <w:jc w:val="both"/>
      </w:pPr>
      <w:proofErr w:type="gramStart"/>
      <w:r w:rsidRPr="00CA43AA">
        <w:t>címzetes</w:t>
      </w:r>
      <w:proofErr w:type="gramEnd"/>
      <w:r w:rsidR="00A0407D" w:rsidRPr="00CA43AA">
        <w:t xml:space="preserve"> </w:t>
      </w:r>
      <w:r w:rsidRPr="00CA43AA">
        <w:t>fő</w:t>
      </w:r>
      <w:r w:rsidR="008C2D7A" w:rsidRPr="00CA43AA">
        <w:t>jegyző</w:t>
      </w:r>
    </w:p>
    <w:p w:rsidR="00396156" w:rsidRDefault="00396156" w:rsidP="00ED19E1">
      <w:pPr>
        <w:ind w:firstLine="1701"/>
        <w:jc w:val="right"/>
      </w:pPr>
    </w:p>
    <w:p w:rsidR="00CA43AA" w:rsidRDefault="00CA43AA" w:rsidP="00ED19E1">
      <w:pPr>
        <w:ind w:firstLine="1701"/>
        <w:jc w:val="right"/>
      </w:pPr>
    </w:p>
    <w:p w:rsidR="00CA43AA" w:rsidRPr="00CA43AA" w:rsidRDefault="00CA43AA" w:rsidP="00ED19E1">
      <w:pPr>
        <w:ind w:firstLine="1701"/>
        <w:jc w:val="right"/>
        <w:sectPr w:rsidR="00CA43AA" w:rsidRPr="00CA43AA" w:rsidSect="00CA43AA"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</w:p>
    <w:p w:rsidR="00396156" w:rsidRPr="00396156" w:rsidRDefault="00396156" w:rsidP="00396156">
      <w:pPr>
        <w:spacing w:after="160" w:line="259" w:lineRule="auto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 w:rsidRPr="00396156">
        <w:rPr>
          <w:rFonts w:ascii="Aptos" w:eastAsia="Aptos" w:hAnsi="Aptos"/>
          <w:b/>
          <w:bCs/>
          <w:noProof/>
          <w:kern w:val="2"/>
          <w:sz w:val="22"/>
          <w:szCs w:val="22"/>
          <w:lang w:eastAsia="en-US"/>
          <w14:ligatures w14:val="standardContextual"/>
        </w:rPr>
        <w:lastRenderedPageBreak/>
        <w:t>Meghívó</w:t>
      </w:r>
      <w:r>
        <w:rPr>
          <w:rFonts w:ascii="Tahoma" w:eastAsia="Aptos" w:hAnsi="Tahoma" w:cs="Tahoma"/>
          <w:b/>
          <w:bCs/>
          <w:noProof/>
          <w:kern w:val="2"/>
          <w:sz w:val="22"/>
          <w:szCs w:val="22"/>
          <w:lang w:eastAsia="en-US"/>
          <w14:ligatures w14:val="standardContextual"/>
        </w:rPr>
        <w:t>*</w:t>
      </w:r>
      <w:r w:rsidRPr="00396156">
        <w:rPr>
          <w:rFonts w:ascii="Aptos" w:eastAsia="Aptos" w:hAnsi="Aptos"/>
          <w:b/>
          <w:bCs/>
          <w:noProof/>
          <w:kern w:val="2"/>
          <w:sz w:val="22"/>
          <w:szCs w:val="22"/>
          <w:lang w:eastAsia="en-US"/>
          <w14:ligatures w14:val="standardContextual"/>
        </w:rPr>
        <w:t xml:space="preserve"> nemzetközi labdarúgótornára testvérvárosi kapcsolatunk 20. évfordulója alkalmából</w:t>
      </w:r>
    </w:p>
    <w:p w:rsidR="00396156" w:rsidRPr="00396156" w:rsidRDefault="00396156" w:rsidP="00396156">
      <w:pPr>
        <w:spacing w:after="160" w:line="259" w:lineRule="auto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 w:rsidRPr="00396156">
        <w:rPr>
          <w:rFonts w:ascii="Aptos" w:eastAsia="Aptos" w:hAnsi="Aptos"/>
          <w:b/>
          <w:bCs/>
          <w:noProof/>
          <w:kern w:val="2"/>
          <w:sz w:val="22"/>
          <w:szCs w:val="22"/>
          <w:lang w:eastAsia="en-US"/>
          <w14:ligatures w14:val="standardContextual"/>
        </w:rPr>
        <w:t>Tisztelt Csáky Polgármester Úr!</w:t>
      </w:r>
    </w:p>
    <w:p w:rsidR="00396156" w:rsidRPr="00396156" w:rsidRDefault="00396156" w:rsidP="00396156">
      <w:pPr>
        <w:spacing w:after="160" w:line="259" w:lineRule="auto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 w:rsidRPr="00396156"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  <w:t xml:space="preserve">Idén csodálatos alkalom nyílik az ünneplésre: immár két évtizede fennáll a gyümölcsöző testvérvárosi kapcsolat Cegléd és Mühldorf között. </w:t>
      </w:r>
    </w:p>
    <w:p w:rsidR="00396156" w:rsidRPr="00396156" w:rsidRDefault="00396156" w:rsidP="00396156">
      <w:pPr>
        <w:spacing w:after="160" w:line="259" w:lineRule="auto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 w:rsidRPr="00396156"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  <w:t>2005. június 19-én ünnepélyes keretek között írtuk alá a partnerségi okmányt. Azóta Cegléd többször is gazdagította városunk rendezvényeit, és mi is együtt ünnepelhettünk Önökkel a  Kossuth Toborzón. Ezen alkalmakkor a kulturális és személyes eszmecserén keresztül tanultunk egymástól, és közösen megéltük az európai összetartozást.</w:t>
      </w:r>
    </w:p>
    <w:p w:rsidR="00396156" w:rsidRPr="00396156" w:rsidRDefault="00396156" w:rsidP="00396156">
      <w:pPr>
        <w:spacing w:after="160" w:line="259" w:lineRule="auto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 w:rsidRPr="00396156"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  <w:t>A testvérvárosi kapcsolat jubileuma alkalmából nemzetközi labdarúgótornát szervezünk Mühldorfban, amelyre szeretettel meghívom Önt. Várjuk Önöket delegációjukkal 2025. augusztus 29. és szeptember 1. között, hogy együtt ünnepeljük a sportszerűséget és a barátságot a kispályán, miközben megismerkedhetnek bajor ünnepi kultúránkkal.</w:t>
      </w:r>
    </w:p>
    <w:p w:rsidR="00396156" w:rsidRPr="00396156" w:rsidRDefault="00396156" w:rsidP="00396156">
      <w:pPr>
        <w:spacing w:after="160" w:line="259" w:lineRule="auto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 w:rsidRPr="00396156"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  <w:t>Augusztus 29-én kezdődik hagyományos népünnepélyünk a felvonulással és az ünnepélyes „O’zapfn”-nal (a söröshordó csapra verése), amelyre szeretettel várjuk Önöket.</w:t>
      </w:r>
    </w:p>
    <w:p w:rsidR="00396156" w:rsidRPr="00396156" w:rsidRDefault="00396156" w:rsidP="00396156">
      <w:pPr>
        <w:spacing w:after="160" w:line="259" w:lineRule="auto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 w:rsidRPr="00396156">
        <w:rPr>
          <w:rFonts w:ascii="Aptos" w:eastAsia="Aptos" w:hAnsi="Aptos"/>
          <w:noProof/>
          <w:kern w:val="2"/>
          <w:sz w:val="22"/>
          <w:szCs w:val="22"/>
          <w:u w:val="single"/>
          <w:lang w:eastAsia="en-US"/>
          <w14:ligatures w14:val="standardContextual"/>
        </w:rPr>
        <w:t>A torna a fesztivál keretében zajlik, és augusztus 30-án kerül megrendezésre</w:t>
      </w:r>
      <w:r w:rsidRPr="00396156"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  <w:t xml:space="preserve"> a TSV Mühldorf szomszédos sportpályáján. A mérkőzések során </w:t>
      </w:r>
      <w:r w:rsidRPr="00396156">
        <w:rPr>
          <w:rFonts w:ascii="Aptos" w:eastAsia="Aptos" w:hAnsi="Aptos"/>
          <w:noProof/>
          <w:kern w:val="2"/>
          <w:sz w:val="22"/>
          <w:szCs w:val="22"/>
          <w:u w:val="single"/>
          <w:lang w:eastAsia="en-US"/>
          <w14:ligatures w14:val="standardContextual"/>
        </w:rPr>
        <w:t>öt mezőnyjátékos és egy kapus</w:t>
      </w:r>
      <w:r w:rsidRPr="00396156"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  <w:t xml:space="preserve"> játszik, egy edző irányítja a csapatokat, és három cserejátékos áll rendelkezésre. A torna </w:t>
      </w:r>
      <w:r w:rsidRPr="00396156">
        <w:rPr>
          <w:rFonts w:ascii="Aptos" w:eastAsia="Aptos" w:hAnsi="Aptos"/>
          <w:noProof/>
          <w:kern w:val="2"/>
          <w:sz w:val="22"/>
          <w:szCs w:val="22"/>
          <w:u w:val="single"/>
          <w:lang w:eastAsia="en-US"/>
          <w14:ligatures w14:val="standardContextual"/>
        </w:rPr>
        <w:t>résztvevői között lesznek barátaink Ceglédről és Iraklióból, Salzburgból, valamint a mühldorfi városháza, a járási hivatal, a helyi iskolák testnevelőtanárai, a mühldorfi rendőrség és az FC Mühldorf csapata is.</w:t>
      </w:r>
      <w:r w:rsidRPr="00396156"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:rsidR="00396156" w:rsidRPr="00396156" w:rsidRDefault="00396156" w:rsidP="00396156">
      <w:pPr>
        <w:spacing w:after="160" w:line="259" w:lineRule="auto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 w:rsidRPr="00396156"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  <w:t>A díjátadó a tornát követően a fesztiválsátorban lesz. Minden résztvevőt és vendéget szeretettel meghívunk, hogy közösen töltsék el az estét hagyományőrző ünnepünkön.</w:t>
      </w:r>
    </w:p>
    <w:p w:rsidR="00396156" w:rsidRPr="00396156" w:rsidRDefault="00396156" w:rsidP="00396156">
      <w:pPr>
        <w:spacing w:after="160" w:line="259" w:lineRule="auto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 w:rsidRPr="00396156"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  <w:t>Vasárnap reggel fehérkolbászos reggelivel és az Allianz Arénában (München) tett exkluzív stadiontúrával zárjuk a programot.</w:t>
      </w:r>
    </w:p>
    <w:p w:rsidR="00396156" w:rsidRPr="00396156" w:rsidRDefault="00396156" w:rsidP="00396156">
      <w:pPr>
        <w:spacing w:after="160" w:line="259" w:lineRule="auto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 w:rsidRPr="00396156"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  <w:t>Nagyon örülnék, ha vendégül láthatnánk Cegléd delegációját – a városvezetés, a járási hivatal és minden polgár nevében szívélyesen üdvözlöm Önöket!</w:t>
      </w:r>
    </w:p>
    <w:p w:rsidR="00396156" w:rsidRPr="00396156" w:rsidRDefault="00396156" w:rsidP="00396156">
      <w:pPr>
        <w:spacing w:after="160" w:line="259" w:lineRule="auto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 w:rsidRPr="00396156">
        <w:rPr>
          <w:rFonts w:ascii="Aptos" w:eastAsia="Aptos" w:hAnsi="Aptos"/>
          <w:b/>
          <w:bCs/>
          <w:noProof/>
          <w:kern w:val="2"/>
          <w:sz w:val="22"/>
          <w:szCs w:val="22"/>
          <w:lang w:eastAsia="en-US"/>
          <w14:ligatures w14:val="standardContextual"/>
        </w:rPr>
        <w:t>Kérjük, hogy legkésőbb 2025. április 30-ig jelezze, hány fővel érkeznek, hogy megfelelően tudjuk megszervezni az Önök kényelmére és megelégedésére szolgáló programot.</w:t>
      </w:r>
    </w:p>
    <w:p w:rsidR="00396156" w:rsidRPr="00396156" w:rsidRDefault="00396156" w:rsidP="00396156">
      <w:pPr>
        <w:spacing w:after="160" w:line="259" w:lineRule="auto"/>
        <w:jc w:val="both"/>
        <w:rPr>
          <w:rFonts w:ascii="Aptos" w:eastAsia="Aptos" w:hAnsi="Aptos"/>
          <w:b/>
          <w:bCs/>
          <w:noProof/>
          <w:kern w:val="2"/>
          <w:sz w:val="22"/>
          <w:szCs w:val="22"/>
          <w:lang w:eastAsia="en-US"/>
          <w14:ligatures w14:val="standardContextual"/>
        </w:rPr>
      </w:pPr>
      <w:r w:rsidRPr="00396156">
        <w:rPr>
          <w:rFonts w:ascii="Aptos" w:eastAsia="Aptos" w:hAnsi="Aptos"/>
          <w:b/>
          <w:bCs/>
          <w:noProof/>
          <w:kern w:val="2"/>
          <w:sz w:val="22"/>
          <w:szCs w:val="22"/>
          <w:lang w:eastAsia="en-US"/>
          <w14:ligatures w14:val="standardContextual"/>
        </w:rPr>
        <w:t>Üdvözlettel,</w:t>
      </w:r>
    </w:p>
    <w:p w:rsidR="00396156" w:rsidRPr="00396156" w:rsidRDefault="00396156" w:rsidP="00396156">
      <w:pPr>
        <w:spacing w:line="259" w:lineRule="auto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 w:rsidRPr="00396156"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  <w:t>Michael Hetzl</w:t>
      </w:r>
    </w:p>
    <w:p w:rsidR="00396156" w:rsidRPr="00396156" w:rsidRDefault="00396156" w:rsidP="00396156">
      <w:pPr>
        <w:spacing w:after="160" w:line="259" w:lineRule="auto"/>
        <w:jc w:val="both"/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</w:pPr>
      <w:r w:rsidRPr="00396156">
        <w:rPr>
          <w:rFonts w:ascii="Aptos" w:eastAsia="Aptos" w:hAnsi="Aptos"/>
          <w:noProof/>
          <w:kern w:val="2"/>
          <w:sz w:val="22"/>
          <w:szCs w:val="22"/>
          <w:lang w:eastAsia="en-US"/>
          <w14:ligatures w14:val="standardContextual"/>
        </w:rPr>
        <w:t>polgármester</w:t>
      </w:r>
    </w:p>
    <w:p w:rsidR="00396156" w:rsidRDefault="00396156" w:rsidP="00ED19E1">
      <w:pPr>
        <w:ind w:firstLine="1701"/>
        <w:jc w:val="right"/>
        <w:rPr>
          <w:sz w:val="23"/>
          <w:szCs w:val="23"/>
        </w:rPr>
      </w:pPr>
    </w:p>
    <w:p w:rsidR="00396156" w:rsidRDefault="00396156" w:rsidP="00ED19E1">
      <w:pPr>
        <w:ind w:firstLine="1701"/>
        <w:jc w:val="right"/>
        <w:rPr>
          <w:sz w:val="23"/>
          <w:szCs w:val="23"/>
        </w:rPr>
      </w:pPr>
    </w:p>
    <w:p w:rsidR="00396156" w:rsidRDefault="00396156" w:rsidP="00ED19E1">
      <w:pPr>
        <w:ind w:firstLine="1701"/>
        <w:jc w:val="right"/>
        <w:rPr>
          <w:sz w:val="23"/>
          <w:szCs w:val="23"/>
        </w:rPr>
      </w:pPr>
    </w:p>
    <w:p w:rsidR="00396156" w:rsidRDefault="00396156" w:rsidP="00ED19E1">
      <w:pPr>
        <w:ind w:firstLine="1701"/>
        <w:jc w:val="right"/>
        <w:rPr>
          <w:sz w:val="23"/>
          <w:szCs w:val="23"/>
        </w:rPr>
      </w:pPr>
    </w:p>
    <w:p w:rsidR="00396156" w:rsidRDefault="00396156" w:rsidP="00ED19E1">
      <w:pPr>
        <w:ind w:firstLine="1701"/>
        <w:jc w:val="right"/>
        <w:rPr>
          <w:sz w:val="23"/>
          <w:szCs w:val="23"/>
        </w:rPr>
      </w:pPr>
    </w:p>
    <w:p w:rsidR="00396156" w:rsidRDefault="00396156" w:rsidP="00ED19E1">
      <w:pPr>
        <w:ind w:firstLine="1701"/>
        <w:jc w:val="right"/>
        <w:rPr>
          <w:sz w:val="23"/>
          <w:szCs w:val="23"/>
        </w:rPr>
      </w:pPr>
    </w:p>
    <w:p w:rsidR="00396156" w:rsidRDefault="00396156" w:rsidP="00ED19E1">
      <w:pPr>
        <w:ind w:firstLine="1701"/>
        <w:jc w:val="right"/>
        <w:rPr>
          <w:sz w:val="23"/>
          <w:szCs w:val="23"/>
        </w:rPr>
      </w:pPr>
    </w:p>
    <w:p w:rsidR="00396156" w:rsidRDefault="00396156" w:rsidP="00ED19E1">
      <w:pPr>
        <w:ind w:firstLine="1701"/>
        <w:jc w:val="right"/>
        <w:rPr>
          <w:sz w:val="23"/>
          <w:szCs w:val="23"/>
        </w:rPr>
      </w:pPr>
    </w:p>
    <w:p w:rsidR="00396156" w:rsidRDefault="00396156" w:rsidP="00ED19E1">
      <w:pPr>
        <w:ind w:firstLine="1701"/>
        <w:jc w:val="right"/>
        <w:rPr>
          <w:sz w:val="23"/>
          <w:szCs w:val="23"/>
        </w:rPr>
      </w:pPr>
    </w:p>
    <w:p w:rsidR="00396156" w:rsidRDefault="00396156" w:rsidP="00396156">
      <w:pPr>
        <w:rPr>
          <w:sz w:val="23"/>
          <w:szCs w:val="23"/>
        </w:rPr>
      </w:pPr>
    </w:p>
    <w:p w:rsidR="00396156" w:rsidRPr="00A0407D" w:rsidRDefault="00396156" w:rsidP="00396156">
      <w:pPr>
        <w:jc w:val="both"/>
        <w:rPr>
          <w:sz w:val="23"/>
          <w:szCs w:val="23"/>
        </w:rPr>
      </w:pPr>
      <w:r>
        <w:rPr>
          <w:rFonts w:ascii="Tahoma" w:hAnsi="Tahoma" w:cs="Tahoma"/>
          <w:sz w:val="23"/>
          <w:szCs w:val="23"/>
        </w:rPr>
        <w:t>*</w:t>
      </w:r>
      <w:r>
        <w:rPr>
          <w:sz w:val="23"/>
          <w:szCs w:val="23"/>
        </w:rPr>
        <w:t xml:space="preserve"> Fordítás</w:t>
      </w:r>
      <w:proofErr w:type="gramStart"/>
      <w:r>
        <w:rPr>
          <w:sz w:val="23"/>
          <w:szCs w:val="23"/>
        </w:rPr>
        <w:t>..</w:t>
      </w:r>
      <w:proofErr w:type="gramEnd"/>
    </w:p>
    <w:sectPr w:rsidR="00396156" w:rsidRPr="00A0407D" w:rsidSect="00CE368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F03" w:rsidRDefault="009A0F03">
      <w:r>
        <w:separator/>
      </w:r>
    </w:p>
  </w:endnote>
  <w:endnote w:type="continuationSeparator" w:id="0">
    <w:p w:rsidR="009A0F03" w:rsidRDefault="009A0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C7C" w:rsidRPr="00A0407D" w:rsidRDefault="00F95C7C" w:rsidP="005D55BD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A0407D">
      <w:rPr>
        <w:rStyle w:val="Oldalszm"/>
        <w:sz w:val="20"/>
        <w:szCs w:val="20"/>
      </w:rPr>
      <w:fldChar w:fldCharType="begin"/>
    </w:r>
    <w:r w:rsidRPr="00A0407D">
      <w:rPr>
        <w:rStyle w:val="Oldalszm"/>
        <w:sz w:val="20"/>
        <w:szCs w:val="20"/>
      </w:rPr>
      <w:instrText xml:space="preserve">PAGE  </w:instrText>
    </w:r>
    <w:r w:rsidRPr="00A0407D">
      <w:rPr>
        <w:rStyle w:val="Oldalszm"/>
        <w:sz w:val="20"/>
        <w:szCs w:val="20"/>
      </w:rPr>
      <w:fldChar w:fldCharType="separate"/>
    </w:r>
    <w:r w:rsidR="007A0C23">
      <w:rPr>
        <w:rStyle w:val="Oldalszm"/>
        <w:noProof/>
        <w:sz w:val="20"/>
        <w:szCs w:val="20"/>
      </w:rPr>
      <w:t>2</w:t>
    </w:r>
    <w:r w:rsidRPr="00A0407D">
      <w:rPr>
        <w:rStyle w:val="Oldalszm"/>
        <w:sz w:val="20"/>
        <w:szCs w:val="20"/>
      </w:rPr>
      <w:fldChar w:fldCharType="end"/>
    </w:r>
    <w:r w:rsidRPr="00A0407D">
      <w:rPr>
        <w:rStyle w:val="Oldalszm"/>
        <w:sz w:val="20"/>
        <w:szCs w:val="20"/>
      </w:rPr>
      <w:t>/</w:t>
    </w:r>
    <w:r w:rsidR="00CA43AA">
      <w:rPr>
        <w:rStyle w:val="Oldalszm"/>
        <w:sz w:val="20"/>
        <w:szCs w:val="20"/>
      </w:rPr>
      <w:t>3</w:t>
    </w:r>
  </w:p>
  <w:p w:rsidR="00F95C7C" w:rsidRPr="00A0407D" w:rsidRDefault="00F95C7C" w:rsidP="00FF7619">
    <w:pPr>
      <w:pStyle w:val="llb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F03" w:rsidRDefault="009A0F03">
      <w:r>
        <w:separator/>
      </w:r>
    </w:p>
  </w:footnote>
  <w:footnote w:type="continuationSeparator" w:id="0">
    <w:p w:rsidR="009A0F03" w:rsidRDefault="009A0F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16" w15:restartNumberingAfterBreak="0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8"/>
  </w:num>
  <w:num w:numId="4">
    <w:abstractNumId w:val="8"/>
  </w:num>
  <w:num w:numId="5">
    <w:abstractNumId w:val="3"/>
  </w:num>
  <w:num w:numId="6">
    <w:abstractNumId w:val="19"/>
  </w:num>
  <w:num w:numId="7">
    <w:abstractNumId w:val="13"/>
  </w:num>
  <w:num w:numId="8">
    <w:abstractNumId w:val="6"/>
  </w:num>
  <w:num w:numId="9">
    <w:abstractNumId w:val="1"/>
  </w:num>
  <w:num w:numId="10">
    <w:abstractNumId w:val="9"/>
  </w:num>
  <w:num w:numId="11">
    <w:abstractNumId w:val="11"/>
  </w:num>
  <w:num w:numId="12">
    <w:abstractNumId w:val="4"/>
  </w:num>
  <w:num w:numId="13">
    <w:abstractNumId w:val="16"/>
  </w:num>
  <w:num w:numId="14">
    <w:abstractNumId w:val="2"/>
  </w:num>
  <w:num w:numId="15">
    <w:abstractNumId w:val="17"/>
  </w:num>
  <w:num w:numId="16">
    <w:abstractNumId w:val="7"/>
  </w:num>
  <w:num w:numId="17">
    <w:abstractNumId w:val="5"/>
  </w:num>
  <w:num w:numId="18">
    <w:abstractNumId w:val="14"/>
  </w:num>
  <w:num w:numId="19">
    <w:abstractNumId w:val="0"/>
  </w:num>
  <w:num w:numId="20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A5A"/>
    <w:rsid w:val="00004B60"/>
    <w:rsid w:val="00006DAE"/>
    <w:rsid w:val="000121A9"/>
    <w:rsid w:val="00014137"/>
    <w:rsid w:val="000208C6"/>
    <w:rsid w:val="00022CFF"/>
    <w:rsid w:val="00023E6C"/>
    <w:rsid w:val="00026F8D"/>
    <w:rsid w:val="000275B0"/>
    <w:rsid w:val="000348D4"/>
    <w:rsid w:val="000356FE"/>
    <w:rsid w:val="00041485"/>
    <w:rsid w:val="00043A22"/>
    <w:rsid w:val="00044F9F"/>
    <w:rsid w:val="00047260"/>
    <w:rsid w:val="00047EC0"/>
    <w:rsid w:val="00051EF1"/>
    <w:rsid w:val="000567F5"/>
    <w:rsid w:val="00061FCA"/>
    <w:rsid w:val="00066DC0"/>
    <w:rsid w:val="000679D2"/>
    <w:rsid w:val="0007288D"/>
    <w:rsid w:val="0007520F"/>
    <w:rsid w:val="00081EE5"/>
    <w:rsid w:val="000828B3"/>
    <w:rsid w:val="00093F24"/>
    <w:rsid w:val="000960ED"/>
    <w:rsid w:val="00096D5B"/>
    <w:rsid w:val="00097517"/>
    <w:rsid w:val="000A0103"/>
    <w:rsid w:val="000A50D6"/>
    <w:rsid w:val="000B0770"/>
    <w:rsid w:val="000B335F"/>
    <w:rsid w:val="000C02CA"/>
    <w:rsid w:val="000C3512"/>
    <w:rsid w:val="000C5358"/>
    <w:rsid w:val="000C65BB"/>
    <w:rsid w:val="000D0653"/>
    <w:rsid w:val="000D2308"/>
    <w:rsid w:val="000D7F82"/>
    <w:rsid w:val="000E5F17"/>
    <w:rsid w:val="000E73E0"/>
    <w:rsid w:val="000F28C1"/>
    <w:rsid w:val="000F4238"/>
    <w:rsid w:val="001003FD"/>
    <w:rsid w:val="001011FF"/>
    <w:rsid w:val="00105D1A"/>
    <w:rsid w:val="0011044B"/>
    <w:rsid w:val="001161F1"/>
    <w:rsid w:val="001171BC"/>
    <w:rsid w:val="00117A6B"/>
    <w:rsid w:val="001200DE"/>
    <w:rsid w:val="00133B43"/>
    <w:rsid w:val="00133BCC"/>
    <w:rsid w:val="0013561E"/>
    <w:rsid w:val="00135DB0"/>
    <w:rsid w:val="001528E9"/>
    <w:rsid w:val="00153BE0"/>
    <w:rsid w:val="001541D1"/>
    <w:rsid w:val="0015443C"/>
    <w:rsid w:val="0015448B"/>
    <w:rsid w:val="00154F56"/>
    <w:rsid w:val="00161734"/>
    <w:rsid w:val="0016266D"/>
    <w:rsid w:val="00166E66"/>
    <w:rsid w:val="00167AF7"/>
    <w:rsid w:val="00170C18"/>
    <w:rsid w:val="00170E20"/>
    <w:rsid w:val="00171F12"/>
    <w:rsid w:val="00175161"/>
    <w:rsid w:val="00184458"/>
    <w:rsid w:val="0018554B"/>
    <w:rsid w:val="00185D11"/>
    <w:rsid w:val="00185EB5"/>
    <w:rsid w:val="0018779B"/>
    <w:rsid w:val="00193733"/>
    <w:rsid w:val="00196CC5"/>
    <w:rsid w:val="001A10F4"/>
    <w:rsid w:val="001A11F5"/>
    <w:rsid w:val="001A16F5"/>
    <w:rsid w:val="001A2E6A"/>
    <w:rsid w:val="001A39AE"/>
    <w:rsid w:val="001A6DDE"/>
    <w:rsid w:val="001B48F9"/>
    <w:rsid w:val="001B517E"/>
    <w:rsid w:val="001B7DEA"/>
    <w:rsid w:val="001C0A2D"/>
    <w:rsid w:val="001C2C0F"/>
    <w:rsid w:val="001D450F"/>
    <w:rsid w:val="00204737"/>
    <w:rsid w:val="0021171A"/>
    <w:rsid w:val="0021316F"/>
    <w:rsid w:val="00215325"/>
    <w:rsid w:val="00216E63"/>
    <w:rsid w:val="00221548"/>
    <w:rsid w:val="00224677"/>
    <w:rsid w:val="00232497"/>
    <w:rsid w:val="00235B88"/>
    <w:rsid w:val="0024209F"/>
    <w:rsid w:val="00242B42"/>
    <w:rsid w:val="002566F8"/>
    <w:rsid w:val="00261B64"/>
    <w:rsid w:val="00266B45"/>
    <w:rsid w:val="00275825"/>
    <w:rsid w:val="0028159F"/>
    <w:rsid w:val="0028622D"/>
    <w:rsid w:val="00292F6C"/>
    <w:rsid w:val="002970D2"/>
    <w:rsid w:val="00297AD1"/>
    <w:rsid w:val="002A69F6"/>
    <w:rsid w:val="002A7AF3"/>
    <w:rsid w:val="002A7B3B"/>
    <w:rsid w:val="002B4A9C"/>
    <w:rsid w:val="002B507B"/>
    <w:rsid w:val="002B6300"/>
    <w:rsid w:val="002C1906"/>
    <w:rsid w:val="002D5C66"/>
    <w:rsid w:val="002E16FF"/>
    <w:rsid w:val="002E2679"/>
    <w:rsid w:val="002E2EA8"/>
    <w:rsid w:val="002E35DA"/>
    <w:rsid w:val="002E5E24"/>
    <w:rsid w:val="002F2276"/>
    <w:rsid w:val="002F2616"/>
    <w:rsid w:val="002F50A6"/>
    <w:rsid w:val="002F5401"/>
    <w:rsid w:val="002F57E8"/>
    <w:rsid w:val="00302874"/>
    <w:rsid w:val="00304A9E"/>
    <w:rsid w:val="003149FE"/>
    <w:rsid w:val="00315D49"/>
    <w:rsid w:val="00321FF4"/>
    <w:rsid w:val="0032461F"/>
    <w:rsid w:val="00327437"/>
    <w:rsid w:val="00330797"/>
    <w:rsid w:val="00332635"/>
    <w:rsid w:val="00332927"/>
    <w:rsid w:val="00333BF5"/>
    <w:rsid w:val="00340694"/>
    <w:rsid w:val="0035275D"/>
    <w:rsid w:val="00353D97"/>
    <w:rsid w:val="00357DED"/>
    <w:rsid w:val="00361958"/>
    <w:rsid w:val="00363D7C"/>
    <w:rsid w:val="00367310"/>
    <w:rsid w:val="00367787"/>
    <w:rsid w:val="00373960"/>
    <w:rsid w:val="00390C48"/>
    <w:rsid w:val="0039384F"/>
    <w:rsid w:val="0039439E"/>
    <w:rsid w:val="00394E6E"/>
    <w:rsid w:val="00396156"/>
    <w:rsid w:val="003A0AB1"/>
    <w:rsid w:val="003A12C6"/>
    <w:rsid w:val="003A2A96"/>
    <w:rsid w:val="003A3D03"/>
    <w:rsid w:val="003A4A68"/>
    <w:rsid w:val="003C154B"/>
    <w:rsid w:val="003C1C88"/>
    <w:rsid w:val="003C3E9D"/>
    <w:rsid w:val="003D222F"/>
    <w:rsid w:val="003D2CC7"/>
    <w:rsid w:val="003D408D"/>
    <w:rsid w:val="003F015A"/>
    <w:rsid w:val="003F7235"/>
    <w:rsid w:val="004034BE"/>
    <w:rsid w:val="004104E4"/>
    <w:rsid w:val="0041215D"/>
    <w:rsid w:val="00412A2C"/>
    <w:rsid w:val="00412D41"/>
    <w:rsid w:val="004218C7"/>
    <w:rsid w:val="0042466B"/>
    <w:rsid w:val="004257B7"/>
    <w:rsid w:val="00425F7B"/>
    <w:rsid w:val="00426EBD"/>
    <w:rsid w:val="00431934"/>
    <w:rsid w:val="00431D8A"/>
    <w:rsid w:val="00436822"/>
    <w:rsid w:val="00443568"/>
    <w:rsid w:val="00451FF1"/>
    <w:rsid w:val="00455C25"/>
    <w:rsid w:val="00455CDD"/>
    <w:rsid w:val="00457F67"/>
    <w:rsid w:val="00457F69"/>
    <w:rsid w:val="0046183B"/>
    <w:rsid w:val="004665FB"/>
    <w:rsid w:val="004838A5"/>
    <w:rsid w:val="00485911"/>
    <w:rsid w:val="00492833"/>
    <w:rsid w:val="0049516B"/>
    <w:rsid w:val="004A199C"/>
    <w:rsid w:val="004A394D"/>
    <w:rsid w:val="004A3B69"/>
    <w:rsid w:val="004B01EE"/>
    <w:rsid w:val="004B0651"/>
    <w:rsid w:val="004B0D40"/>
    <w:rsid w:val="004B13E1"/>
    <w:rsid w:val="004B2FAA"/>
    <w:rsid w:val="004B4EEA"/>
    <w:rsid w:val="004C3584"/>
    <w:rsid w:val="004C4621"/>
    <w:rsid w:val="004D53E5"/>
    <w:rsid w:val="004D6266"/>
    <w:rsid w:val="004E0B83"/>
    <w:rsid w:val="004E20A5"/>
    <w:rsid w:val="004E541F"/>
    <w:rsid w:val="004E64B3"/>
    <w:rsid w:val="004F0B76"/>
    <w:rsid w:val="004F44D7"/>
    <w:rsid w:val="004F7737"/>
    <w:rsid w:val="0050239D"/>
    <w:rsid w:val="00503F18"/>
    <w:rsid w:val="0050421A"/>
    <w:rsid w:val="0051034E"/>
    <w:rsid w:val="00511F92"/>
    <w:rsid w:val="0051512E"/>
    <w:rsid w:val="00527126"/>
    <w:rsid w:val="005309E1"/>
    <w:rsid w:val="00531126"/>
    <w:rsid w:val="005321A9"/>
    <w:rsid w:val="00532B56"/>
    <w:rsid w:val="00533C2A"/>
    <w:rsid w:val="00534647"/>
    <w:rsid w:val="00541F83"/>
    <w:rsid w:val="00545D85"/>
    <w:rsid w:val="005460EE"/>
    <w:rsid w:val="00550886"/>
    <w:rsid w:val="00550EB3"/>
    <w:rsid w:val="005613A8"/>
    <w:rsid w:val="00561BC3"/>
    <w:rsid w:val="005701AB"/>
    <w:rsid w:val="005708F8"/>
    <w:rsid w:val="005764C4"/>
    <w:rsid w:val="00582254"/>
    <w:rsid w:val="00590B7A"/>
    <w:rsid w:val="00591156"/>
    <w:rsid w:val="00592B81"/>
    <w:rsid w:val="00594C72"/>
    <w:rsid w:val="005962BD"/>
    <w:rsid w:val="005973F4"/>
    <w:rsid w:val="005A1260"/>
    <w:rsid w:val="005A1292"/>
    <w:rsid w:val="005A1F02"/>
    <w:rsid w:val="005A5DC1"/>
    <w:rsid w:val="005A7541"/>
    <w:rsid w:val="005B18C0"/>
    <w:rsid w:val="005B2660"/>
    <w:rsid w:val="005C2BB7"/>
    <w:rsid w:val="005C339E"/>
    <w:rsid w:val="005C7660"/>
    <w:rsid w:val="005D55BD"/>
    <w:rsid w:val="005D6765"/>
    <w:rsid w:val="005E0C52"/>
    <w:rsid w:val="005E0D0F"/>
    <w:rsid w:val="005E7B51"/>
    <w:rsid w:val="005F1A04"/>
    <w:rsid w:val="005F1F30"/>
    <w:rsid w:val="005F37C0"/>
    <w:rsid w:val="005F3F5D"/>
    <w:rsid w:val="00601AA8"/>
    <w:rsid w:val="006038D6"/>
    <w:rsid w:val="00625F9A"/>
    <w:rsid w:val="006261F1"/>
    <w:rsid w:val="00627612"/>
    <w:rsid w:val="00630D0B"/>
    <w:rsid w:val="006320FB"/>
    <w:rsid w:val="00635A78"/>
    <w:rsid w:val="00637CD1"/>
    <w:rsid w:val="00641934"/>
    <w:rsid w:val="006423C7"/>
    <w:rsid w:val="006459B7"/>
    <w:rsid w:val="00660D4F"/>
    <w:rsid w:val="006611AA"/>
    <w:rsid w:val="00672634"/>
    <w:rsid w:val="00672BFC"/>
    <w:rsid w:val="0067481C"/>
    <w:rsid w:val="006806B9"/>
    <w:rsid w:val="00684778"/>
    <w:rsid w:val="00685839"/>
    <w:rsid w:val="00685D8C"/>
    <w:rsid w:val="0068766D"/>
    <w:rsid w:val="00691804"/>
    <w:rsid w:val="00693242"/>
    <w:rsid w:val="006A5596"/>
    <w:rsid w:val="006A7907"/>
    <w:rsid w:val="006B22B1"/>
    <w:rsid w:val="006B36E7"/>
    <w:rsid w:val="006B3B6B"/>
    <w:rsid w:val="006B599F"/>
    <w:rsid w:val="006C154F"/>
    <w:rsid w:val="006C2888"/>
    <w:rsid w:val="006C5DDE"/>
    <w:rsid w:val="006D0321"/>
    <w:rsid w:val="006D2F28"/>
    <w:rsid w:val="006D41CE"/>
    <w:rsid w:val="006E0EFB"/>
    <w:rsid w:val="006E4C13"/>
    <w:rsid w:val="006E64AC"/>
    <w:rsid w:val="006F15DB"/>
    <w:rsid w:val="006F5AAE"/>
    <w:rsid w:val="006F69EB"/>
    <w:rsid w:val="006F7F8C"/>
    <w:rsid w:val="00712A80"/>
    <w:rsid w:val="00712DA3"/>
    <w:rsid w:val="00712FBC"/>
    <w:rsid w:val="00723244"/>
    <w:rsid w:val="00725110"/>
    <w:rsid w:val="007512DC"/>
    <w:rsid w:val="007540F5"/>
    <w:rsid w:val="00755383"/>
    <w:rsid w:val="007616D3"/>
    <w:rsid w:val="00762237"/>
    <w:rsid w:val="00770566"/>
    <w:rsid w:val="00772B2B"/>
    <w:rsid w:val="00773EBC"/>
    <w:rsid w:val="00783B4A"/>
    <w:rsid w:val="00785248"/>
    <w:rsid w:val="00785316"/>
    <w:rsid w:val="00794769"/>
    <w:rsid w:val="00797BB6"/>
    <w:rsid w:val="007A0330"/>
    <w:rsid w:val="007A0C23"/>
    <w:rsid w:val="007A5E8A"/>
    <w:rsid w:val="007A7C27"/>
    <w:rsid w:val="007B37FB"/>
    <w:rsid w:val="007B7774"/>
    <w:rsid w:val="007C2C7A"/>
    <w:rsid w:val="007C70E4"/>
    <w:rsid w:val="007D095D"/>
    <w:rsid w:val="007D7A87"/>
    <w:rsid w:val="007E1D11"/>
    <w:rsid w:val="007E3B61"/>
    <w:rsid w:val="007E6C56"/>
    <w:rsid w:val="007E6E02"/>
    <w:rsid w:val="007E7B37"/>
    <w:rsid w:val="007E7E19"/>
    <w:rsid w:val="007F4965"/>
    <w:rsid w:val="00801350"/>
    <w:rsid w:val="00801F1F"/>
    <w:rsid w:val="0080317E"/>
    <w:rsid w:val="00805136"/>
    <w:rsid w:val="00806007"/>
    <w:rsid w:val="0081116F"/>
    <w:rsid w:val="0082113A"/>
    <w:rsid w:val="00830B4A"/>
    <w:rsid w:val="00845857"/>
    <w:rsid w:val="00853C56"/>
    <w:rsid w:val="0085690F"/>
    <w:rsid w:val="00856A52"/>
    <w:rsid w:val="0086455E"/>
    <w:rsid w:val="00865AE9"/>
    <w:rsid w:val="008675BE"/>
    <w:rsid w:val="00870D04"/>
    <w:rsid w:val="00872021"/>
    <w:rsid w:val="0087234D"/>
    <w:rsid w:val="00877662"/>
    <w:rsid w:val="00880990"/>
    <w:rsid w:val="008960C4"/>
    <w:rsid w:val="008A5468"/>
    <w:rsid w:val="008A58CF"/>
    <w:rsid w:val="008B461C"/>
    <w:rsid w:val="008C074C"/>
    <w:rsid w:val="008C2D7A"/>
    <w:rsid w:val="008D1BB1"/>
    <w:rsid w:val="008D3979"/>
    <w:rsid w:val="008D3E2D"/>
    <w:rsid w:val="008D785C"/>
    <w:rsid w:val="008E255C"/>
    <w:rsid w:val="008E2656"/>
    <w:rsid w:val="008E4D89"/>
    <w:rsid w:val="008F271D"/>
    <w:rsid w:val="008F5158"/>
    <w:rsid w:val="0090518F"/>
    <w:rsid w:val="009106F6"/>
    <w:rsid w:val="00913D6C"/>
    <w:rsid w:val="00916CB6"/>
    <w:rsid w:val="0092041C"/>
    <w:rsid w:val="00920A73"/>
    <w:rsid w:val="009231C8"/>
    <w:rsid w:val="00924A0F"/>
    <w:rsid w:val="00924FCE"/>
    <w:rsid w:val="00926DBD"/>
    <w:rsid w:val="00930AA9"/>
    <w:rsid w:val="00940306"/>
    <w:rsid w:val="009404AE"/>
    <w:rsid w:val="00941B3A"/>
    <w:rsid w:val="00943075"/>
    <w:rsid w:val="009479F4"/>
    <w:rsid w:val="00947D8D"/>
    <w:rsid w:val="00950208"/>
    <w:rsid w:val="00964E4D"/>
    <w:rsid w:val="0096720E"/>
    <w:rsid w:val="00971B23"/>
    <w:rsid w:val="009732C1"/>
    <w:rsid w:val="009738DA"/>
    <w:rsid w:val="00973CA8"/>
    <w:rsid w:val="00975144"/>
    <w:rsid w:val="00980C3D"/>
    <w:rsid w:val="00984C93"/>
    <w:rsid w:val="00985403"/>
    <w:rsid w:val="009859EF"/>
    <w:rsid w:val="00985A5B"/>
    <w:rsid w:val="00985A9C"/>
    <w:rsid w:val="00987101"/>
    <w:rsid w:val="009873A5"/>
    <w:rsid w:val="009A0F03"/>
    <w:rsid w:val="009B0498"/>
    <w:rsid w:val="009B10E3"/>
    <w:rsid w:val="009B1A94"/>
    <w:rsid w:val="009B4E62"/>
    <w:rsid w:val="009C624A"/>
    <w:rsid w:val="009D4D3E"/>
    <w:rsid w:val="009D5C68"/>
    <w:rsid w:val="009D6C6F"/>
    <w:rsid w:val="009D7193"/>
    <w:rsid w:val="009E142B"/>
    <w:rsid w:val="009E1C3C"/>
    <w:rsid w:val="009E2023"/>
    <w:rsid w:val="009E724C"/>
    <w:rsid w:val="009E7A72"/>
    <w:rsid w:val="009E7B88"/>
    <w:rsid w:val="00A00229"/>
    <w:rsid w:val="00A02DA8"/>
    <w:rsid w:val="00A0407D"/>
    <w:rsid w:val="00A041B1"/>
    <w:rsid w:val="00A0488E"/>
    <w:rsid w:val="00A237DB"/>
    <w:rsid w:val="00A24CF0"/>
    <w:rsid w:val="00A30819"/>
    <w:rsid w:val="00A31026"/>
    <w:rsid w:val="00A362D9"/>
    <w:rsid w:val="00A3798D"/>
    <w:rsid w:val="00A40BDB"/>
    <w:rsid w:val="00A44A1B"/>
    <w:rsid w:val="00A476DA"/>
    <w:rsid w:val="00A5742A"/>
    <w:rsid w:val="00A57924"/>
    <w:rsid w:val="00A643D5"/>
    <w:rsid w:val="00A6526F"/>
    <w:rsid w:val="00A71278"/>
    <w:rsid w:val="00A723F8"/>
    <w:rsid w:val="00A81E2D"/>
    <w:rsid w:val="00A82D31"/>
    <w:rsid w:val="00A86A5A"/>
    <w:rsid w:val="00A912BF"/>
    <w:rsid w:val="00A97FAA"/>
    <w:rsid w:val="00AA3C8C"/>
    <w:rsid w:val="00AA5D5B"/>
    <w:rsid w:val="00AA769E"/>
    <w:rsid w:val="00AB1986"/>
    <w:rsid w:val="00AB480E"/>
    <w:rsid w:val="00AC01F2"/>
    <w:rsid w:val="00AC3151"/>
    <w:rsid w:val="00AC338C"/>
    <w:rsid w:val="00AC4AB7"/>
    <w:rsid w:val="00AC6E62"/>
    <w:rsid w:val="00AD38EE"/>
    <w:rsid w:val="00AD5577"/>
    <w:rsid w:val="00AE01FC"/>
    <w:rsid w:val="00AE2011"/>
    <w:rsid w:val="00AE2FCD"/>
    <w:rsid w:val="00AE71D6"/>
    <w:rsid w:val="00AF0662"/>
    <w:rsid w:val="00AF435F"/>
    <w:rsid w:val="00AF4C58"/>
    <w:rsid w:val="00AF6E94"/>
    <w:rsid w:val="00B00C57"/>
    <w:rsid w:val="00B0303A"/>
    <w:rsid w:val="00B10012"/>
    <w:rsid w:val="00B12889"/>
    <w:rsid w:val="00B141AC"/>
    <w:rsid w:val="00B23461"/>
    <w:rsid w:val="00B23598"/>
    <w:rsid w:val="00B26B13"/>
    <w:rsid w:val="00B32B0A"/>
    <w:rsid w:val="00B34136"/>
    <w:rsid w:val="00B402AC"/>
    <w:rsid w:val="00B404D8"/>
    <w:rsid w:val="00B42FF6"/>
    <w:rsid w:val="00B50B94"/>
    <w:rsid w:val="00B5182B"/>
    <w:rsid w:val="00B51A63"/>
    <w:rsid w:val="00B51BFF"/>
    <w:rsid w:val="00B51D97"/>
    <w:rsid w:val="00B57590"/>
    <w:rsid w:val="00B60018"/>
    <w:rsid w:val="00B63BAF"/>
    <w:rsid w:val="00B671B3"/>
    <w:rsid w:val="00B716E4"/>
    <w:rsid w:val="00B72085"/>
    <w:rsid w:val="00B7368F"/>
    <w:rsid w:val="00B739B8"/>
    <w:rsid w:val="00B75A50"/>
    <w:rsid w:val="00B763D5"/>
    <w:rsid w:val="00B826E7"/>
    <w:rsid w:val="00B85B14"/>
    <w:rsid w:val="00B86071"/>
    <w:rsid w:val="00B93DB3"/>
    <w:rsid w:val="00B9524F"/>
    <w:rsid w:val="00BA0E23"/>
    <w:rsid w:val="00BA678F"/>
    <w:rsid w:val="00BB0CFE"/>
    <w:rsid w:val="00BB3BE3"/>
    <w:rsid w:val="00BC0508"/>
    <w:rsid w:val="00BC075A"/>
    <w:rsid w:val="00BC18CE"/>
    <w:rsid w:val="00BC54C0"/>
    <w:rsid w:val="00BD0A97"/>
    <w:rsid w:val="00BD31F0"/>
    <w:rsid w:val="00BD6590"/>
    <w:rsid w:val="00BD76FE"/>
    <w:rsid w:val="00BE4DE0"/>
    <w:rsid w:val="00BE673E"/>
    <w:rsid w:val="00BF5326"/>
    <w:rsid w:val="00BF757E"/>
    <w:rsid w:val="00C0388C"/>
    <w:rsid w:val="00C0623A"/>
    <w:rsid w:val="00C20981"/>
    <w:rsid w:val="00C22B19"/>
    <w:rsid w:val="00C23A2A"/>
    <w:rsid w:val="00C30D90"/>
    <w:rsid w:val="00C33BE6"/>
    <w:rsid w:val="00C348A1"/>
    <w:rsid w:val="00C34939"/>
    <w:rsid w:val="00C43A25"/>
    <w:rsid w:val="00C45566"/>
    <w:rsid w:val="00C459DE"/>
    <w:rsid w:val="00C45AF2"/>
    <w:rsid w:val="00C46EB3"/>
    <w:rsid w:val="00C52BA4"/>
    <w:rsid w:val="00C57835"/>
    <w:rsid w:val="00C629A1"/>
    <w:rsid w:val="00C769D5"/>
    <w:rsid w:val="00C83846"/>
    <w:rsid w:val="00C874C7"/>
    <w:rsid w:val="00C904BC"/>
    <w:rsid w:val="00C92043"/>
    <w:rsid w:val="00C92E8D"/>
    <w:rsid w:val="00C959AF"/>
    <w:rsid w:val="00CA1936"/>
    <w:rsid w:val="00CA43AA"/>
    <w:rsid w:val="00CC6523"/>
    <w:rsid w:val="00CD1F40"/>
    <w:rsid w:val="00CD3DF0"/>
    <w:rsid w:val="00CE0FBF"/>
    <w:rsid w:val="00CE2592"/>
    <w:rsid w:val="00CE3683"/>
    <w:rsid w:val="00CE61E1"/>
    <w:rsid w:val="00CF232D"/>
    <w:rsid w:val="00CF68DD"/>
    <w:rsid w:val="00D017DC"/>
    <w:rsid w:val="00D07ED7"/>
    <w:rsid w:val="00D145D3"/>
    <w:rsid w:val="00D20EE6"/>
    <w:rsid w:val="00D33F67"/>
    <w:rsid w:val="00D409FC"/>
    <w:rsid w:val="00D44BA4"/>
    <w:rsid w:val="00D51BCE"/>
    <w:rsid w:val="00D5343D"/>
    <w:rsid w:val="00D5445D"/>
    <w:rsid w:val="00D6009F"/>
    <w:rsid w:val="00D70108"/>
    <w:rsid w:val="00D74F21"/>
    <w:rsid w:val="00D92B21"/>
    <w:rsid w:val="00D92B67"/>
    <w:rsid w:val="00D93545"/>
    <w:rsid w:val="00DA09CB"/>
    <w:rsid w:val="00DA0E1B"/>
    <w:rsid w:val="00DA2F14"/>
    <w:rsid w:val="00DA52D3"/>
    <w:rsid w:val="00DA5B9D"/>
    <w:rsid w:val="00DB042D"/>
    <w:rsid w:val="00DB1888"/>
    <w:rsid w:val="00DB26AB"/>
    <w:rsid w:val="00DB38A1"/>
    <w:rsid w:val="00DB50B6"/>
    <w:rsid w:val="00DB5E2C"/>
    <w:rsid w:val="00DB66C4"/>
    <w:rsid w:val="00DB68D4"/>
    <w:rsid w:val="00DB7B2B"/>
    <w:rsid w:val="00DC1E3F"/>
    <w:rsid w:val="00DC5341"/>
    <w:rsid w:val="00DD1B4C"/>
    <w:rsid w:val="00DD2904"/>
    <w:rsid w:val="00DE33FC"/>
    <w:rsid w:val="00DE4295"/>
    <w:rsid w:val="00DE5396"/>
    <w:rsid w:val="00DE72A4"/>
    <w:rsid w:val="00DF3063"/>
    <w:rsid w:val="00DF7FBA"/>
    <w:rsid w:val="00E02C95"/>
    <w:rsid w:val="00E06D74"/>
    <w:rsid w:val="00E11945"/>
    <w:rsid w:val="00E1237C"/>
    <w:rsid w:val="00E14C98"/>
    <w:rsid w:val="00E167BB"/>
    <w:rsid w:val="00E2189F"/>
    <w:rsid w:val="00E247CA"/>
    <w:rsid w:val="00E24B47"/>
    <w:rsid w:val="00E318C4"/>
    <w:rsid w:val="00E4559C"/>
    <w:rsid w:val="00E46B76"/>
    <w:rsid w:val="00E537A3"/>
    <w:rsid w:val="00E546A3"/>
    <w:rsid w:val="00E567A1"/>
    <w:rsid w:val="00E668C8"/>
    <w:rsid w:val="00E67777"/>
    <w:rsid w:val="00E7159B"/>
    <w:rsid w:val="00E75081"/>
    <w:rsid w:val="00E82D6C"/>
    <w:rsid w:val="00E8529F"/>
    <w:rsid w:val="00E924ED"/>
    <w:rsid w:val="00E95A1D"/>
    <w:rsid w:val="00EA3204"/>
    <w:rsid w:val="00EA5D98"/>
    <w:rsid w:val="00EA704E"/>
    <w:rsid w:val="00EA7A2C"/>
    <w:rsid w:val="00EB1C5F"/>
    <w:rsid w:val="00EB4A18"/>
    <w:rsid w:val="00EC3C46"/>
    <w:rsid w:val="00EC645C"/>
    <w:rsid w:val="00ED08D7"/>
    <w:rsid w:val="00ED19E1"/>
    <w:rsid w:val="00ED2BD2"/>
    <w:rsid w:val="00ED30D6"/>
    <w:rsid w:val="00ED56CE"/>
    <w:rsid w:val="00EE1140"/>
    <w:rsid w:val="00EE2E48"/>
    <w:rsid w:val="00EE54F9"/>
    <w:rsid w:val="00EF15C7"/>
    <w:rsid w:val="00EF1901"/>
    <w:rsid w:val="00F10DE6"/>
    <w:rsid w:val="00F163BA"/>
    <w:rsid w:val="00F20A26"/>
    <w:rsid w:val="00F25875"/>
    <w:rsid w:val="00F27A6F"/>
    <w:rsid w:val="00F35F30"/>
    <w:rsid w:val="00F37156"/>
    <w:rsid w:val="00F37F9E"/>
    <w:rsid w:val="00F42607"/>
    <w:rsid w:val="00F50864"/>
    <w:rsid w:val="00F50DB5"/>
    <w:rsid w:val="00F53C04"/>
    <w:rsid w:val="00F54274"/>
    <w:rsid w:val="00F55B8C"/>
    <w:rsid w:val="00F56530"/>
    <w:rsid w:val="00F67DD3"/>
    <w:rsid w:val="00F738CB"/>
    <w:rsid w:val="00F744FB"/>
    <w:rsid w:val="00F746FF"/>
    <w:rsid w:val="00F83632"/>
    <w:rsid w:val="00F855F9"/>
    <w:rsid w:val="00F871E5"/>
    <w:rsid w:val="00F921D6"/>
    <w:rsid w:val="00F9254B"/>
    <w:rsid w:val="00F93970"/>
    <w:rsid w:val="00F95C7C"/>
    <w:rsid w:val="00FB374F"/>
    <w:rsid w:val="00FB7823"/>
    <w:rsid w:val="00FC1ED6"/>
    <w:rsid w:val="00FC606A"/>
    <w:rsid w:val="00FD0B4B"/>
    <w:rsid w:val="00FD1116"/>
    <w:rsid w:val="00FD1939"/>
    <w:rsid w:val="00FE04DD"/>
    <w:rsid w:val="00FE5CF1"/>
    <w:rsid w:val="00FE6E55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DA8319-06E8-4153-8D52-860636ED4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0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</Template>
  <TotalTime>62</TotalTime>
  <Pages>1</Pages>
  <Words>652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Jáger Mária</cp:lastModifiedBy>
  <cp:revision>26</cp:revision>
  <cp:lastPrinted>2025-04-01T12:39:00Z</cp:lastPrinted>
  <dcterms:created xsi:type="dcterms:W3CDTF">2025-03-07T12:08:00Z</dcterms:created>
  <dcterms:modified xsi:type="dcterms:W3CDTF">2025-04-01T12:39:00Z</dcterms:modified>
</cp:coreProperties>
</file>